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AA6" w:rsidRPr="00116C6E" w:rsidRDefault="00FB3AA6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FB3AA6" w:rsidRPr="00116C6E" w:rsidRDefault="00FB3AA6" w:rsidP="003D2804">
      <w:pPr>
        <w:pStyle w:val="40"/>
        <w:shd w:val="clear" w:color="auto" w:fill="auto"/>
        <w:spacing w:after="281" w:line="322" w:lineRule="exact"/>
        <w:ind w:left="100" w:right="60"/>
        <w:jc w:val="both"/>
        <w:rPr>
          <w:sz w:val="28"/>
          <w:szCs w:val="28"/>
        </w:rPr>
      </w:pPr>
      <w:r w:rsidRPr="00116C6E">
        <w:rPr>
          <w:sz w:val="28"/>
          <w:szCs w:val="28"/>
        </w:rPr>
        <w:t xml:space="preserve">Контрольно-счетной палаты Мглинского района на постановление </w:t>
      </w:r>
      <w:r>
        <w:rPr>
          <w:sz w:val="28"/>
          <w:szCs w:val="28"/>
        </w:rPr>
        <w:t>Новочешуйковской сельской администрации</w:t>
      </w:r>
      <w:r w:rsidRPr="00116C6E">
        <w:rPr>
          <w:sz w:val="28"/>
          <w:szCs w:val="28"/>
        </w:rPr>
        <w:t xml:space="preserve">  «</w:t>
      </w:r>
      <w:r>
        <w:rPr>
          <w:sz w:val="28"/>
          <w:szCs w:val="28"/>
        </w:rPr>
        <w:t>О</w:t>
      </w:r>
      <w:r w:rsidRPr="00116C6E">
        <w:rPr>
          <w:sz w:val="28"/>
          <w:szCs w:val="28"/>
        </w:rPr>
        <w:t xml:space="preserve">б исполнении бюджета </w:t>
      </w:r>
      <w:r>
        <w:rPr>
          <w:sz w:val="28"/>
          <w:szCs w:val="28"/>
        </w:rPr>
        <w:t>муниципального образования «Новочешуйковское сельское поселение, Млинского района, Брянской области»</w:t>
      </w:r>
      <w:r w:rsidRPr="00116C6E">
        <w:rPr>
          <w:sz w:val="28"/>
          <w:szCs w:val="28"/>
        </w:rPr>
        <w:t xml:space="preserve"> за 1 </w:t>
      </w:r>
      <w:r>
        <w:rPr>
          <w:sz w:val="28"/>
          <w:szCs w:val="28"/>
        </w:rPr>
        <w:t>квартал</w:t>
      </w:r>
      <w:r w:rsidRPr="00116C6E">
        <w:rPr>
          <w:sz w:val="28"/>
          <w:szCs w:val="28"/>
        </w:rPr>
        <w:t xml:space="preserve"> 201</w:t>
      </w:r>
      <w:r>
        <w:rPr>
          <w:sz w:val="28"/>
          <w:szCs w:val="28"/>
        </w:rPr>
        <w:t>9 года.</w:t>
      </w:r>
    </w:p>
    <w:p w:rsidR="00FB3AA6" w:rsidRPr="005D7757" w:rsidRDefault="00FB3AA6" w:rsidP="00FE0A7C">
      <w:pPr>
        <w:pStyle w:val="2"/>
        <w:shd w:val="clear" w:color="auto" w:fill="auto"/>
        <w:tabs>
          <w:tab w:val="left" w:pos="7458"/>
        </w:tabs>
        <w:spacing w:before="0" w:after="311" w:line="270" w:lineRule="exact"/>
        <w:ind w:left="100"/>
      </w:pPr>
      <w:r>
        <w:rPr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2019"/>
          <w:attr w:name="Day" w:val="27"/>
          <w:attr w:name="Month" w:val="05"/>
          <w:attr w:name="ls" w:val="trans"/>
        </w:smartTagPr>
        <w:r>
          <w:rPr>
            <w:sz w:val="28"/>
            <w:szCs w:val="28"/>
          </w:rPr>
          <w:t>27.05.2019</w:t>
        </w:r>
      </w:smartTag>
      <w:r>
        <w:rPr>
          <w:sz w:val="28"/>
          <w:szCs w:val="28"/>
        </w:rPr>
        <w:t xml:space="preserve"> г.№70                                                        </w:t>
      </w:r>
      <w:r w:rsidRPr="00116C6E">
        <w:rPr>
          <w:sz w:val="28"/>
          <w:szCs w:val="28"/>
        </w:rPr>
        <w:tab/>
        <w:t xml:space="preserve">                  </w:t>
      </w:r>
      <w:r w:rsidRPr="005D7757">
        <w:t xml:space="preserve">                                                                                                                                 </w:t>
      </w:r>
    </w:p>
    <w:p w:rsidR="00FB3AA6" w:rsidRPr="000631AE" w:rsidRDefault="00FB3AA6" w:rsidP="00625C68">
      <w:pPr>
        <w:pStyle w:val="22"/>
      </w:pPr>
      <w:r w:rsidRPr="000631AE">
        <w:t>1. Общие положения</w:t>
      </w:r>
    </w:p>
    <w:p w:rsidR="00FB3AA6" w:rsidRPr="00625C68" w:rsidRDefault="00FB3AA6" w:rsidP="00625C68">
      <w:pPr>
        <w:pStyle w:val="22"/>
        <w:rPr>
          <w:b w:val="0"/>
        </w:rPr>
      </w:pPr>
      <w:r w:rsidRPr="00625C68">
        <w:rPr>
          <w:b w:val="0"/>
        </w:rPr>
        <w:t xml:space="preserve">Заключение Контрольно-счетной палаты Мглинского района на отчет об исполнении бюджета ,Новочешуйковского сельского поселеня  за </w:t>
      </w:r>
      <w:r>
        <w:rPr>
          <w:b w:val="0"/>
        </w:rPr>
        <w:t>1 квартал 2019</w:t>
      </w:r>
      <w:r w:rsidRPr="00625C68">
        <w:rPr>
          <w:b w:val="0"/>
        </w:rPr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 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Year" w:val="2012"/>
          <w:attr w:name="Day" w:val="26"/>
          <w:attr w:name="Month" w:val="10"/>
          <w:attr w:name="ls" w:val="trans"/>
        </w:smartTagPr>
        <w:r w:rsidRPr="00625C68">
          <w:rPr>
            <w:b w:val="0"/>
          </w:rPr>
          <w:t>26.10.2012</w:t>
        </w:r>
      </w:smartTag>
      <w:r w:rsidRPr="00625C68">
        <w:rPr>
          <w:b w:val="0"/>
        </w:rPr>
        <w:t xml:space="preserve"> №4-444,пунктом </w:t>
      </w:r>
      <w:r>
        <w:rPr>
          <w:b w:val="0"/>
        </w:rPr>
        <w:t>1.2.</w:t>
      </w:r>
      <w:r w:rsidRPr="00625C68">
        <w:rPr>
          <w:b w:val="0"/>
        </w:rPr>
        <w:t xml:space="preserve">6. плана работы Контрольно-счетной палаты на 2018 год, утвержденного приказом Контрольно-счетной палаты от </w:t>
      </w:r>
      <w:smartTag w:uri="urn:schemas-microsoft-com:office:smarttags" w:element="date">
        <w:smartTagPr>
          <w:attr w:name="Year" w:val="2018"/>
          <w:attr w:name="Day" w:val="29"/>
          <w:attr w:name="Month" w:val="12"/>
          <w:attr w:name="ls" w:val="trans"/>
        </w:smartTagPr>
        <w:r w:rsidRPr="00625C68">
          <w:rPr>
            <w:b w:val="0"/>
          </w:rPr>
          <w:t>29.12.201</w:t>
        </w:r>
        <w:r>
          <w:rPr>
            <w:b w:val="0"/>
          </w:rPr>
          <w:t>8</w:t>
        </w:r>
      </w:smartTag>
      <w:r w:rsidRPr="00625C68">
        <w:rPr>
          <w:b w:val="0"/>
        </w:rPr>
        <w:t xml:space="preserve"> года №</w:t>
      </w:r>
      <w:r>
        <w:rPr>
          <w:b w:val="0"/>
        </w:rPr>
        <w:t>155.</w:t>
      </w:r>
      <w:r w:rsidRPr="00625C68">
        <w:rPr>
          <w:b w:val="0"/>
        </w:rPr>
        <w:t xml:space="preserve"> </w:t>
      </w:r>
    </w:p>
    <w:p w:rsidR="00FB3AA6" w:rsidRPr="00625C68" w:rsidRDefault="00FB3AA6" w:rsidP="00625C68">
      <w:pPr>
        <w:pStyle w:val="22"/>
        <w:rPr>
          <w:b w:val="0"/>
        </w:rPr>
      </w:pPr>
      <w:r w:rsidRPr="00625C68">
        <w:rPr>
          <w:b w:val="0"/>
        </w:rPr>
        <w:t xml:space="preserve">Заключение Контрольно-счетной палаты оформлено по результатам оперативного анализа и контроля за организацией исполнения бюджета Новочейковского сельского поселения, за </w:t>
      </w:r>
      <w:r>
        <w:rPr>
          <w:b w:val="0"/>
        </w:rPr>
        <w:t>1 квартал 2019</w:t>
      </w:r>
      <w:r w:rsidRPr="00625C68">
        <w:rPr>
          <w:b w:val="0"/>
        </w:rPr>
        <w:t xml:space="preserve"> года.</w:t>
      </w:r>
    </w:p>
    <w:p w:rsidR="00FB3AA6" w:rsidRPr="00625C68" w:rsidRDefault="00FB3AA6" w:rsidP="00625C68">
      <w:pPr>
        <w:pStyle w:val="22"/>
        <w:rPr>
          <w:b w:val="0"/>
        </w:rPr>
      </w:pPr>
      <w:r w:rsidRPr="00625C68">
        <w:rPr>
          <w:b w:val="0"/>
        </w:rPr>
        <w:t xml:space="preserve">Объем </w:t>
      </w:r>
      <w:r>
        <w:rPr>
          <w:b w:val="0"/>
        </w:rPr>
        <w:t>доходов и расходов на 2019</w:t>
      </w:r>
      <w:r w:rsidRPr="00625C68">
        <w:rPr>
          <w:b w:val="0"/>
        </w:rPr>
        <w:t xml:space="preserve"> год  Решением Новочешуйковского сельского Совета народных депутатов от </w:t>
      </w:r>
      <w:smartTag w:uri="urn:schemas-microsoft-com:office:smarttags" w:element="date">
        <w:smartTagPr>
          <w:attr w:name="Year" w:val="2018"/>
          <w:attr w:name="Day" w:val="26"/>
          <w:attr w:name="Month" w:val="12"/>
          <w:attr w:name="ls" w:val="trans"/>
        </w:smartTagPr>
        <w:r>
          <w:rPr>
            <w:b w:val="0"/>
          </w:rPr>
          <w:t>26.12.2018</w:t>
        </w:r>
      </w:smartTag>
      <w:r w:rsidRPr="00625C68">
        <w:rPr>
          <w:b w:val="0"/>
        </w:rPr>
        <w:t xml:space="preserve"> г. №</w:t>
      </w:r>
      <w:r>
        <w:rPr>
          <w:b w:val="0"/>
        </w:rPr>
        <w:t>3/148</w:t>
      </w:r>
      <w:r w:rsidRPr="00625C68">
        <w:rPr>
          <w:b w:val="0"/>
        </w:rPr>
        <w:t xml:space="preserve"> «О бюджете</w:t>
      </w:r>
      <w:r>
        <w:rPr>
          <w:b w:val="0"/>
        </w:rPr>
        <w:t xml:space="preserve"> муниципального образования «Новочешуйковское</w:t>
      </w:r>
      <w:r w:rsidRPr="00625C68">
        <w:rPr>
          <w:b w:val="0"/>
        </w:rPr>
        <w:t xml:space="preserve"> </w:t>
      </w:r>
      <w:r>
        <w:rPr>
          <w:b w:val="0"/>
        </w:rPr>
        <w:t>сельское поселение</w:t>
      </w:r>
      <w:r w:rsidRPr="00625C68">
        <w:rPr>
          <w:b w:val="0"/>
        </w:rPr>
        <w:t xml:space="preserve"> на 201</w:t>
      </w:r>
      <w:r>
        <w:rPr>
          <w:b w:val="0"/>
        </w:rPr>
        <w:t>9</w:t>
      </w:r>
      <w:r w:rsidRPr="00625C68">
        <w:rPr>
          <w:b w:val="0"/>
        </w:rPr>
        <w:t xml:space="preserve"> год и на плановый период 20</w:t>
      </w:r>
      <w:r>
        <w:rPr>
          <w:b w:val="0"/>
        </w:rPr>
        <w:t xml:space="preserve">20 </w:t>
      </w:r>
      <w:r w:rsidRPr="00625C68">
        <w:rPr>
          <w:b w:val="0"/>
        </w:rPr>
        <w:t>и 20</w:t>
      </w:r>
      <w:r>
        <w:rPr>
          <w:b w:val="0"/>
        </w:rPr>
        <w:t>21</w:t>
      </w:r>
      <w:r w:rsidRPr="00625C68">
        <w:rPr>
          <w:b w:val="0"/>
        </w:rPr>
        <w:t xml:space="preserve"> годов» утверждены в сумме </w:t>
      </w:r>
      <w:r>
        <w:rPr>
          <w:b w:val="0"/>
        </w:rPr>
        <w:t>656,7</w:t>
      </w:r>
      <w:r w:rsidRPr="00625C68">
        <w:rPr>
          <w:b w:val="0"/>
        </w:rPr>
        <w:t xml:space="preserve"> рублей.</w:t>
      </w:r>
    </w:p>
    <w:p w:rsidR="00FB3AA6" w:rsidRPr="00625C68" w:rsidRDefault="00FB3AA6" w:rsidP="00625C68">
      <w:pPr>
        <w:spacing w:line="326" w:lineRule="exact"/>
        <w:ind w:left="159" w:right="284"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FB3AA6" w:rsidRDefault="00FB3AA6" w:rsidP="00492376">
      <w:pPr>
        <w:keepNext/>
        <w:keepLines/>
        <w:ind w:right="284"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0" w:name="_Toc482880904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      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Новочешуйковского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0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FB3AA6" w:rsidRPr="00410E67" w:rsidRDefault="00FB3AA6" w:rsidP="00492376">
      <w:pPr>
        <w:keepNext/>
        <w:keepLines/>
        <w:ind w:right="284"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</w:p>
    <w:p w:rsidR="00FB3AA6" w:rsidRDefault="00FB3AA6" w:rsidP="00492376">
      <w:pPr>
        <w:pStyle w:val="2"/>
        <w:shd w:val="clear" w:color="auto" w:fill="auto"/>
        <w:spacing w:before="0" w:after="0" w:line="326" w:lineRule="exact"/>
        <w:ind w:left="159" w:right="284" w:firstLine="720"/>
        <w:jc w:val="left"/>
      </w:pPr>
      <w:r w:rsidRPr="00410E67">
        <w:t xml:space="preserve">Бюджет </w:t>
      </w:r>
      <w:r>
        <w:t>Новочешуйковского</w:t>
      </w:r>
      <w:r w:rsidRPr="00410E67">
        <w:t xml:space="preserve"> сельского поселения за </w:t>
      </w:r>
      <w:r>
        <w:t>1 квартал 2019</w:t>
      </w:r>
      <w:r w:rsidRPr="00410E67">
        <w:t xml:space="preserve"> года исполнен: по доходам в сумме </w:t>
      </w:r>
      <w:r>
        <w:rPr>
          <w:rStyle w:val="30"/>
          <w:sz w:val="27"/>
          <w:szCs w:val="27"/>
        </w:rPr>
        <w:t>110,8 тыс.</w:t>
      </w:r>
      <w:r w:rsidRPr="00410E67">
        <w:t xml:space="preserve"> рублей, или на </w:t>
      </w:r>
      <w:r>
        <w:t>14,8</w:t>
      </w:r>
      <w:r w:rsidRPr="00410E67">
        <w:t xml:space="preserve"> % к утвержденным назначениям с учетом изменений, что на </w:t>
      </w:r>
      <w:r>
        <w:t>258,4</w:t>
      </w:r>
      <w:r w:rsidRPr="00410E67">
        <w:t xml:space="preserve"> рублей </w:t>
      </w:r>
      <w:r>
        <w:t>меньше</w:t>
      </w:r>
      <w:r w:rsidRPr="00410E67">
        <w:t xml:space="preserve"> чем </w:t>
      </w:r>
      <w:r>
        <w:t>в прошлом году.(1 квартал 2018</w:t>
      </w:r>
      <w:r w:rsidRPr="00410E67">
        <w:t xml:space="preserve"> года </w:t>
      </w:r>
      <w:r>
        <w:t xml:space="preserve">369,2 рублей). </w:t>
      </w:r>
      <w:r w:rsidRPr="00410E67">
        <w:t xml:space="preserve">Анализ исполнения доходной части бюджета </w:t>
      </w:r>
      <w:r>
        <w:t xml:space="preserve">Новочешуковского </w:t>
      </w:r>
      <w:r w:rsidRPr="00410E67">
        <w:t xml:space="preserve">сельского поселения за </w:t>
      </w:r>
      <w:r>
        <w:t>1 квартал 2019</w:t>
      </w:r>
      <w:r w:rsidRPr="00410E67">
        <w:t xml:space="preserve"> года приведен в </w:t>
      </w:r>
      <w:r w:rsidRPr="00410E67">
        <w:rPr>
          <w:b/>
        </w:rPr>
        <w:t>приложении №1.</w:t>
      </w:r>
      <w:r w:rsidRPr="00410E67">
        <w:t xml:space="preserve"> </w:t>
      </w:r>
    </w:p>
    <w:p w:rsidR="00FB3AA6" w:rsidRPr="00410E67" w:rsidRDefault="00FB3AA6" w:rsidP="00181231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322" w:lineRule="exact"/>
        <w:ind w:left="160" w:right="60" w:firstLine="720"/>
      </w:pPr>
      <w:r w:rsidRPr="00410E67">
        <w:rPr>
          <w:b/>
        </w:rPr>
        <w:t>Налоговые и неналоговые доходы</w:t>
      </w:r>
      <w:r w:rsidRPr="00410E67">
        <w:t xml:space="preserve"> в объеме</w:t>
      </w:r>
      <w:r>
        <w:t xml:space="preserve"> 533,9 тыс.</w:t>
      </w:r>
      <w:r w:rsidRPr="00410E67">
        <w:t xml:space="preserve"> рублей, или </w:t>
      </w:r>
      <w:r>
        <w:t>54,3</w:t>
      </w:r>
      <w:r w:rsidRPr="00410E67">
        <w:t xml:space="preserve"> % к утвержденным назначениям с учетом изменений, что на </w:t>
      </w:r>
      <w:r>
        <w:t>448,9 тыс.</w:t>
      </w:r>
      <w:r w:rsidRPr="00410E67">
        <w:t xml:space="preserve"> рублей </w:t>
      </w:r>
      <w:r>
        <w:t>больше</w:t>
      </w:r>
      <w:r w:rsidRPr="00410E67">
        <w:t xml:space="preserve"> чем, поступивших в бюджет </w:t>
      </w:r>
      <w:r>
        <w:t xml:space="preserve">Новочешуйковского </w:t>
      </w:r>
      <w:r w:rsidRPr="00410E67">
        <w:t>сельского поселения за аналогичный период 201</w:t>
      </w:r>
      <w:r>
        <w:t>8</w:t>
      </w:r>
      <w:r w:rsidRPr="00410E67">
        <w:t xml:space="preserve"> года (</w:t>
      </w:r>
      <w:r>
        <w:t xml:space="preserve">85,0 тыс. </w:t>
      </w:r>
      <w:r w:rsidRPr="00410E67">
        <w:t>рублей).</w:t>
      </w:r>
      <w:r>
        <w:t xml:space="preserve"> Удельный вес в структуре расходов 96,4 %.</w:t>
      </w:r>
    </w:p>
    <w:p w:rsidR="00FB3AA6" w:rsidRPr="00410E67" w:rsidRDefault="00FB3AA6" w:rsidP="00492376">
      <w:pPr>
        <w:pStyle w:val="2"/>
        <w:numPr>
          <w:ilvl w:val="1"/>
          <w:numId w:val="2"/>
        </w:numPr>
        <w:shd w:val="clear" w:color="auto" w:fill="auto"/>
        <w:tabs>
          <w:tab w:val="left" w:pos="1077"/>
        </w:tabs>
        <w:spacing w:before="0" w:after="0" w:line="322" w:lineRule="exact"/>
        <w:ind w:right="60"/>
      </w:pPr>
      <w:r w:rsidRPr="00410E67">
        <w:rPr>
          <w:b/>
          <w:bCs/>
        </w:rPr>
        <w:t xml:space="preserve">.Налоговые доходы бюджета </w:t>
      </w:r>
      <w:r>
        <w:rPr>
          <w:b/>
          <w:bCs/>
        </w:rPr>
        <w:t>Новочешуйковского</w:t>
      </w:r>
      <w:r w:rsidRPr="00410E67">
        <w:rPr>
          <w:b/>
          <w:bCs/>
        </w:rPr>
        <w:t xml:space="preserve"> сельского поселения.</w:t>
      </w:r>
    </w:p>
    <w:p w:rsidR="00FB3AA6" w:rsidRDefault="00FB3AA6" w:rsidP="00492376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59" w:right="60"/>
      </w:pPr>
      <w:r w:rsidRPr="00410E67">
        <w:t xml:space="preserve">В 1 </w:t>
      </w:r>
      <w:r>
        <w:t>квартале</w:t>
      </w:r>
      <w:r w:rsidRPr="00410E67">
        <w:t xml:space="preserve"> </w:t>
      </w:r>
      <w:r>
        <w:t>2019</w:t>
      </w:r>
      <w:r w:rsidRPr="00410E67">
        <w:t xml:space="preserve"> года </w:t>
      </w:r>
      <w:r>
        <w:t xml:space="preserve">поступление налоговых доходов в Новочешуйковское </w:t>
      </w:r>
      <w:r w:rsidRPr="00410E67">
        <w:t xml:space="preserve">сельское поселение составило </w:t>
      </w:r>
      <w:r>
        <w:t>63,8 тыс.</w:t>
      </w:r>
      <w:r w:rsidRPr="00410E67">
        <w:t xml:space="preserve"> рублей, или </w:t>
      </w:r>
      <w:r>
        <w:t>13,1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</w:p>
    <w:p w:rsidR="00FB3AA6" w:rsidRDefault="00FB3AA6" w:rsidP="00492376">
      <w:pPr>
        <w:pStyle w:val="2"/>
        <w:shd w:val="clear" w:color="auto" w:fill="auto"/>
        <w:spacing w:before="0" w:after="0" w:line="326" w:lineRule="exact"/>
        <w:ind w:left="159" w:right="284" w:firstLine="720"/>
        <w:jc w:val="left"/>
      </w:pPr>
      <w:r w:rsidRPr="00410E67">
        <w:t xml:space="preserve">Основными налогами, которые сформировали доходную часть бюджета </w:t>
      </w:r>
      <w:r>
        <w:t>за</w:t>
      </w:r>
      <w:r w:rsidRPr="00410E67">
        <w:t xml:space="preserve"> </w:t>
      </w:r>
      <w:r>
        <w:t>1 квартал 2019</w:t>
      </w:r>
      <w:r w:rsidRPr="00410E67">
        <w:t xml:space="preserve"> года, являются </w:t>
      </w:r>
      <w:r w:rsidRPr="00721BCE">
        <w:rPr>
          <w:i/>
        </w:rPr>
        <w:t>налог на</w:t>
      </w:r>
      <w:r w:rsidRPr="00410E67">
        <w:t xml:space="preserve"> </w:t>
      </w:r>
      <w:r w:rsidRPr="00410E67">
        <w:rPr>
          <w:i/>
        </w:rPr>
        <w:t>доходы физических лиц</w:t>
      </w:r>
      <w:r w:rsidRPr="00410E67">
        <w:t>,</w:t>
      </w:r>
      <w:r>
        <w:t xml:space="preserve"> </w:t>
      </w:r>
      <w:r>
        <w:rPr>
          <w:i/>
        </w:rPr>
        <w:t>налог на имущество</w:t>
      </w:r>
      <w:r w:rsidRPr="00410E67">
        <w:rPr>
          <w:i/>
        </w:rPr>
        <w:t xml:space="preserve">. </w:t>
      </w:r>
      <w:r w:rsidRPr="00410E67">
        <w:t xml:space="preserve">На их долю приходится </w:t>
      </w:r>
      <w:r>
        <w:t>98,9</w:t>
      </w:r>
      <w:r w:rsidRPr="00721BCE">
        <w:t> %</w:t>
      </w:r>
      <w:r w:rsidRPr="00410E67">
        <w:t xml:space="preserve"> поступивших налоговых доходов</w:t>
      </w:r>
    </w:p>
    <w:p w:rsidR="00FB3AA6" w:rsidRPr="00410E67" w:rsidRDefault="00FB3AA6" w:rsidP="00492376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r>
        <w:t xml:space="preserve">Новочешуйковское  </w:t>
      </w:r>
      <w:r w:rsidRPr="00410E67">
        <w:t xml:space="preserve"> сельское поселение  в сумме </w:t>
      </w:r>
      <w:r>
        <w:t>1,8 тыс.</w:t>
      </w:r>
      <w:r w:rsidRPr="00410E67">
        <w:t xml:space="preserve"> рублей, годовые плановые назначения исполнены на </w:t>
      </w:r>
      <w:r>
        <w:t>23,7</w:t>
      </w:r>
      <w:r w:rsidRPr="00410E67">
        <w:t> %.</w:t>
      </w:r>
    </w:p>
    <w:p w:rsidR="00FB3AA6" w:rsidRPr="00410E67" w:rsidRDefault="00FB3AA6" w:rsidP="00492376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t xml:space="preserve">К соответствующему периоду </w:t>
      </w:r>
      <w:r>
        <w:t>2018</w:t>
      </w:r>
      <w:r w:rsidRPr="00410E67">
        <w:t xml:space="preserve"> года темп роста </w:t>
      </w:r>
      <w:r>
        <w:t>составил 105,9</w:t>
      </w:r>
      <w:r w:rsidRPr="00410E67">
        <w:t xml:space="preserve"> %. </w:t>
      </w:r>
    </w:p>
    <w:p w:rsidR="00FB3AA6" w:rsidRDefault="00FB3AA6" w:rsidP="00492376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284"/>
      </w:pPr>
      <w:r w:rsidRPr="00410E67">
        <w:t xml:space="preserve">          </w:t>
      </w:r>
      <w:r w:rsidRPr="009957C0">
        <w:t>На долю</w:t>
      </w:r>
      <w:r w:rsidRPr="009957C0">
        <w:rPr>
          <w:b/>
          <w:i/>
        </w:rPr>
        <w:t xml:space="preserve"> налогов на имущество</w:t>
      </w:r>
      <w:r w:rsidRPr="009957C0">
        <w:t xml:space="preserve"> приходится </w:t>
      </w:r>
      <w:r>
        <w:t>96,0</w:t>
      </w:r>
      <w:r w:rsidRPr="009957C0">
        <w:t> % налоговых доходов</w:t>
      </w:r>
      <w:r w:rsidRPr="00410E67">
        <w:t xml:space="preserve">. Объем поступлений составил </w:t>
      </w:r>
      <w:r>
        <w:t>61,3 рублей или 12,8 % годо</w:t>
      </w:r>
      <w:r w:rsidRPr="00410E67">
        <w:t xml:space="preserve">вых плановых назначений. </w:t>
      </w:r>
      <w:r w:rsidRPr="00D92DC9">
        <w:rPr>
          <w:i/>
        </w:rPr>
        <w:t>Земельный налог</w:t>
      </w:r>
      <w:r w:rsidRPr="00D92DC9">
        <w:t xml:space="preserve"> Новочешуйковского сельского поселения  исполнен в сумме </w:t>
      </w:r>
      <w:r>
        <w:t>61,2 тыс.</w:t>
      </w:r>
      <w:r w:rsidRPr="00D92DC9">
        <w:t xml:space="preserve"> рублей, годовые назначения исполнены на </w:t>
      </w:r>
      <w:r>
        <w:t>13,4</w:t>
      </w:r>
      <w:r w:rsidRPr="00D92DC9">
        <w:t>%. По</w:t>
      </w:r>
      <w:r w:rsidRPr="00D92DC9">
        <w:rPr>
          <w:color w:val="BF8F00"/>
        </w:rPr>
        <w:t xml:space="preserve"> </w:t>
      </w:r>
      <w:r w:rsidRPr="00D92DC9">
        <w:t xml:space="preserve">сравнению с аналогичным периодом прошлого года поступление </w:t>
      </w:r>
      <w:r>
        <w:t>сократилось</w:t>
      </w:r>
      <w:r w:rsidRPr="00D92DC9">
        <w:t xml:space="preserve"> на </w:t>
      </w:r>
      <w:r>
        <w:t>15,3 тыс.</w:t>
      </w:r>
      <w:r w:rsidRPr="00D92DC9">
        <w:t xml:space="preserve"> рублей. </w:t>
      </w:r>
    </w:p>
    <w:p w:rsidR="00FB3AA6" w:rsidRDefault="00FB3AA6" w:rsidP="00492376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t xml:space="preserve">           Госпошлины поступило </w:t>
      </w:r>
      <w:r>
        <w:t>0,4 тыс.</w:t>
      </w:r>
      <w:r w:rsidRPr="00410E67">
        <w:t xml:space="preserve"> рублей, при годовом плане </w:t>
      </w:r>
      <w:r>
        <w:t>1,3 тыс.</w:t>
      </w:r>
      <w:r w:rsidRPr="00410E67">
        <w:t xml:space="preserve"> рублей. </w:t>
      </w:r>
    </w:p>
    <w:p w:rsidR="00FB3AA6" w:rsidRDefault="00FB3AA6" w:rsidP="0018123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>
        <w:t xml:space="preserve">         </w:t>
      </w:r>
      <w:r w:rsidRPr="00181231">
        <w:t xml:space="preserve">2.2.Поступление </w:t>
      </w:r>
      <w:r w:rsidRPr="00181231">
        <w:rPr>
          <w:b/>
        </w:rPr>
        <w:t xml:space="preserve">неналоговых доходов </w:t>
      </w:r>
      <w:r>
        <w:rPr>
          <w:b/>
        </w:rPr>
        <w:t xml:space="preserve">за 1 квартал 2019 года </w:t>
      </w:r>
      <w:r w:rsidRPr="00181231">
        <w:t>составило</w:t>
      </w:r>
      <w:r>
        <w:t xml:space="preserve"> 470,1 тыс. рублей, или  94,8 % годовых плановых назначений.</w:t>
      </w:r>
    </w:p>
    <w:p w:rsidR="00FB3AA6" w:rsidRDefault="00FB3AA6" w:rsidP="0018123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  <w:rPr>
          <w:i/>
        </w:rPr>
      </w:pPr>
      <w:r>
        <w:t xml:space="preserve">4,7 тыс.рублей поступили </w:t>
      </w:r>
      <w:r w:rsidRPr="00E067A1">
        <w:rPr>
          <w:i/>
        </w:rPr>
        <w:t>доходы от использования имущества, находящегося в государственной и муниципальной собственности</w:t>
      </w:r>
      <w:r>
        <w:rPr>
          <w:i/>
        </w:rPr>
        <w:t>.</w:t>
      </w:r>
      <w:r w:rsidRPr="00E067A1">
        <w:t>(</w:t>
      </w:r>
      <w:r>
        <w:t xml:space="preserve">исполнение </w:t>
      </w:r>
      <w:r w:rsidRPr="00E067A1">
        <w:t>15,3 %)</w:t>
      </w:r>
    </w:p>
    <w:p w:rsidR="00FB3AA6" w:rsidRDefault="00FB3AA6" w:rsidP="0018123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E067A1">
        <w:t>465,4 тыс.рублей поступили</w:t>
      </w:r>
      <w:r>
        <w:rPr>
          <w:i/>
        </w:rPr>
        <w:t xml:space="preserve"> доходы от продажи материальных и нематериальных активов(</w:t>
      </w:r>
      <w:r w:rsidRPr="00E067A1">
        <w:t>исполнение 100 %</w:t>
      </w:r>
      <w:r>
        <w:rPr>
          <w:i/>
        </w:rPr>
        <w:t>)</w:t>
      </w:r>
    </w:p>
    <w:p w:rsidR="00FB3AA6" w:rsidRPr="00181231" w:rsidRDefault="00FB3AA6" w:rsidP="0018123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>
        <w:t xml:space="preserve"> </w:t>
      </w:r>
      <w:r w:rsidRPr="00181231">
        <w:t xml:space="preserve"> </w:t>
      </w:r>
    </w:p>
    <w:p w:rsidR="00FB3AA6" w:rsidRDefault="00FB3AA6" w:rsidP="00492376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1" w:name="_Toc482880907"/>
      <w:r>
        <w:rPr>
          <w:rFonts w:ascii="Times New Roman" w:hAnsi="Times New Roman" w:cs="Times New Roman"/>
          <w:b/>
          <w:bCs/>
          <w:sz w:val="27"/>
          <w:szCs w:val="27"/>
        </w:rPr>
        <w:t>2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>.Безвозмездные поступления</w:t>
      </w:r>
      <w:bookmarkEnd w:id="1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FB3AA6" w:rsidRPr="00410E67" w:rsidRDefault="00FB3AA6" w:rsidP="00492376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FB3AA6" w:rsidRPr="00D92DC9" w:rsidRDefault="00FB3AA6" w:rsidP="00492376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D92DC9">
        <w:rPr>
          <w:rFonts w:ascii="Times New Roman" w:hAnsi="Times New Roman" w:cs="Times New Roman"/>
          <w:sz w:val="27"/>
          <w:szCs w:val="27"/>
        </w:rPr>
        <w:t xml:space="preserve">За </w:t>
      </w:r>
      <w:r>
        <w:rPr>
          <w:rFonts w:ascii="Times New Roman" w:hAnsi="Times New Roman" w:cs="Times New Roman"/>
          <w:sz w:val="27"/>
          <w:szCs w:val="27"/>
        </w:rPr>
        <w:t>1 квартал 2019</w:t>
      </w:r>
      <w:r w:rsidRPr="00D92DC9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D92DC9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D92DC9">
        <w:rPr>
          <w:rFonts w:ascii="Times New Roman" w:hAnsi="Times New Roman" w:cs="Times New Roman"/>
          <w:sz w:val="27"/>
          <w:szCs w:val="27"/>
        </w:rPr>
        <w:t xml:space="preserve">составило </w:t>
      </w:r>
      <w:r>
        <w:rPr>
          <w:rFonts w:ascii="Times New Roman" w:hAnsi="Times New Roman" w:cs="Times New Roman"/>
          <w:sz w:val="27"/>
          <w:szCs w:val="27"/>
        </w:rPr>
        <w:t>19,8.рублей</w:t>
      </w:r>
      <w:r w:rsidRPr="00D92DC9">
        <w:rPr>
          <w:rFonts w:ascii="Times New Roman" w:hAnsi="Times New Roman" w:cs="Times New Roman"/>
          <w:sz w:val="27"/>
          <w:szCs w:val="27"/>
        </w:rPr>
        <w:t xml:space="preserve">, или </w:t>
      </w:r>
      <w:r>
        <w:rPr>
          <w:rFonts w:ascii="Times New Roman" w:hAnsi="Times New Roman" w:cs="Times New Roman"/>
          <w:sz w:val="27"/>
          <w:szCs w:val="27"/>
        </w:rPr>
        <w:t>14,3</w:t>
      </w:r>
      <w:r w:rsidRPr="00D92DC9">
        <w:rPr>
          <w:rFonts w:ascii="Times New Roman" w:hAnsi="Times New Roman" w:cs="Times New Roman"/>
          <w:sz w:val="27"/>
          <w:szCs w:val="27"/>
        </w:rPr>
        <w:t>твержденных годовых назначений. По сравн</w:t>
      </w:r>
      <w:r>
        <w:rPr>
          <w:rFonts w:ascii="Times New Roman" w:hAnsi="Times New Roman" w:cs="Times New Roman"/>
          <w:sz w:val="27"/>
          <w:szCs w:val="27"/>
        </w:rPr>
        <w:t>ению с аналогичным периодом 2018</w:t>
      </w:r>
      <w:r w:rsidRPr="00D92DC9">
        <w:rPr>
          <w:rFonts w:ascii="Times New Roman" w:hAnsi="Times New Roman" w:cs="Times New Roman"/>
          <w:sz w:val="27"/>
          <w:szCs w:val="27"/>
        </w:rPr>
        <w:t xml:space="preserve"> года общий объем без</w:t>
      </w:r>
      <w:r>
        <w:rPr>
          <w:rFonts w:ascii="Times New Roman" w:hAnsi="Times New Roman" w:cs="Times New Roman"/>
          <w:sz w:val="27"/>
          <w:szCs w:val="27"/>
        </w:rPr>
        <w:t xml:space="preserve">возмездных поступлений сократился </w:t>
      </w:r>
      <w:r w:rsidRPr="00D92DC9">
        <w:rPr>
          <w:rFonts w:ascii="Times New Roman" w:hAnsi="Times New Roman" w:cs="Times New Roman"/>
          <w:sz w:val="27"/>
          <w:szCs w:val="27"/>
        </w:rPr>
        <w:t xml:space="preserve">на </w:t>
      </w:r>
      <w:r>
        <w:rPr>
          <w:rFonts w:ascii="Times New Roman" w:hAnsi="Times New Roman" w:cs="Times New Roman"/>
          <w:sz w:val="27"/>
          <w:szCs w:val="27"/>
        </w:rPr>
        <w:t>6,1с.</w:t>
      </w:r>
      <w:r w:rsidRPr="00D92DC9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FB3AA6" w:rsidRPr="006B6F64" w:rsidRDefault="00FB3AA6" w:rsidP="00492376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6B6F64">
        <w:rPr>
          <w:rFonts w:ascii="Times New Roman" w:hAnsi="Times New Roman" w:cs="Times New Roman"/>
          <w:sz w:val="27"/>
          <w:szCs w:val="27"/>
        </w:rPr>
        <w:t xml:space="preserve">Кассовое исполнение </w:t>
      </w:r>
      <w:r w:rsidRPr="006B6F64">
        <w:rPr>
          <w:rFonts w:ascii="Times New Roman" w:hAnsi="Times New Roman" w:cs="Times New Roman"/>
          <w:b/>
          <w:i/>
          <w:sz w:val="27"/>
          <w:szCs w:val="27"/>
        </w:rPr>
        <w:t>дотаций</w:t>
      </w:r>
      <w:r w:rsidRPr="006B6F64">
        <w:rPr>
          <w:rFonts w:ascii="Times New Roman" w:hAnsi="Times New Roman" w:cs="Times New Roman"/>
          <w:sz w:val="27"/>
          <w:szCs w:val="27"/>
        </w:rPr>
        <w:t xml:space="preserve"> за </w:t>
      </w:r>
      <w:r>
        <w:rPr>
          <w:rFonts w:ascii="Times New Roman" w:hAnsi="Times New Roman" w:cs="Times New Roman"/>
          <w:sz w:val="27"/>
          <w:szCs w:val="27"/>
        </w:rPr>
        <w:t>1 квартал 2019</w:t>
      </w:r>
      <w:r w:rsidRPr="006B6F64">
        <w:rPr>
          <w:rFonts w:ascii="Times New Roman" w:hAnsi="Times New Roman" w:cs="Times New Roman"/>
          <w:sz w:val="27"/>
          <w:szCs w:val="27"/>
        </w:rPr>
        <w:t xml:space="preserve"> года </w:t>
      </w:r>
      <w:r>
        <w:rPr>
          <w:rFonts w:ascii="Times New Roman" w:hAnsi="Times New Roman" w:cs="Times New Roman"/>
          <w:sz w:val="27"/>
          <w:szCs w:val="27"/>
        </w:rPr>
        <w:t>отсутствует.</w:t>
      </w:r>
    </w:p>
    <w:p w:rsidR="00FB3AA6" w:rsidRPr="00410E67" w:rsidRDefault="00FB3AA6" w:rsidP="00492376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100 % </w:t>
      </w:r>
      <w:r w:rsidRPr="006B6F64">
        <w:rPr>
          <w:rFonts w:ascii="Times New Roman" w:hAnsi="Times New Roman" w:cs="Times New Roman"/>
          <w:sz w:val="27"/>
          <w:szCs w:val="27"/>
        </w:rPr>
        <w:t xml:space="preserve">в структуре безвозмездных поступлениях занимают </w:t>
      </w:r>
      <w:r>
        <w:rPr>
          <w:rFonts w:ascii="Times New Roman" w:hAnsi="Times New Roman" w:cs="Times New Roman"/>
          <w:b/>
          <w:sz w:val="27"/>
          <w:szCs w:val="27"/>
        </w:rPr>
        <w:t>субвенции</w:t>
      </w:r>
      <w:r w:rsidRPr="006B6F64">
        <w:rPr>
          <w:rFonts w:ascii="Times New Roman" w:hAnsi="Times New Roman" w:cs="Times New Roman"/>
          <w:sz w:val="27"/>
          <w:szCs w:val="27"/>
        </w:rPr>
        <w:t xml:space="preserve">. Исполнение за </w:t>
      </w:r>
      <w:r>
        <w:rPr>
          <w:rFonts w:ascii="Times New Roman" w:hAnsi="Times New Roman" w:cs="Times New Roman"/>
          <w:sz w:val="27"/>
          <w:szCs w:val="27"/>
        </w:rPr>
        <w:t>1 квартал 2019</w:t>
      </w:r>
      <w:r w:rsidRPr="006B6F64">
        <w:rPr>
          <w:rFonts w:ascii="Times New Roman" w:hAnsi="Times New Roman" w:cs="Times New Roman"/>
          <w:sz w:val="27"/>
          <w:szCs w:val="27"/>
        </w:rPr>
        <w:t xml:space="preserve"> года составило </w:t>
      </w:r>
      <w:r>
        <w:rPr>
          <w:rFonts w:ascii="Times New Roman" w:hAnsi="Times New Roman" w:cs="Times New Roman"/>
          <w:sz w:val="27"/>
          <w:szCs w:val="27"/>
        </w:rPr>
        <w:t>19,8 тыс.</w:t>
      </w:r>
      <w:r w:rsidRPr="006B6F64">
        <w:rPr>
          <w:rFonts w:ascii="Times New Roman" w:hAnsi="Times New Roman" w:cs="Times New Roman"/>
          <w:sz w:val="27"/>
          <w:szCs w:val="27"/>
        </w:rPr>
        <w:t xml:space="preserve">рублей, или </w:t>
      </w:r>
      <w:r>
        <w:rPr>
          <w:rFonts w:ascii="Times New Roman" w:hAnsi="Times New Roman" w:cs="Times New Roman"/>
          <w:sz w:val="27"/>
          <w:szCs w:val="27"/>
        </w:rPr>
        <w:t>25%. Темп роста составил 123,8</w:t>
      </w:r>
      <w:r w:rsidRPr="006B6F64">
        <w:rPr>
          <w:rFonts w:ascii="Times New Roman" w:hAnsi="Times New Roman" w:cs="Times New Roman"/>
          <w:sz w:val="27"/>
          <w:szCs w:val="27"/>
        </w:rPr>
        <w:t>%.</w:t>
      </w:r>
    </w:p>
    <w:p w:rsidR="00FB3AA6" w:rsidRPr="00410E67" w:rsidRDefault="00FB3AA6" w:rsidP="00492376">
      <w:pPr>
        <w:ind w:right="284"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FB3AA6" w:rsidRDefault="00FB3AA6" w:rsidP="00492376">
      <w:pPr>
        <w:ind w:right="284" w:firstLine="720"/>
        <w:jc w:val="both"/>
        <w:rPr>
          <w:rStyle w:val="12"/>
          <w:b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   </w:t>
      </w:r>
      <w:bookmarkStart w:id="2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r>
        <w:rPr>
          <w:rStyle w:val="12"/>
          <w:b/>
        </w:rPr>
        <w:t>Новочешуйковского</w:t>
      </w:r>
      <w:r w:rsidRPr="00410E67">
        <w:rPr>
          <w:rStyle w:val="12"/>
          <w:b/>
        </w:rPr>
        <w:t xml:space="preserve"> сельского поселения за </w:t>
      </w:r>
      <w:r>
        <w:rPr>
          <w:rStyle w:val="12"/>
          <w:b/>
        </w:rPr>
        <w:t>1 квартал 2019</w:t>
      </w:r>
      <w:r w:rsidRPr="00410E67">
        <w:rPr>
          <w:rStyle w:val="12"/>
          <w:b/>
        </w:rPr>
        <w:t xml:space="preserve"> года</w:t>
      </w:r>
      <w:bookmarkEnd w:id="2"/>
      <w:r w:rsidRPr="00410E67">
        <w:rPr>
          <w:rStyle w:val="12"/>
          <w:b/>
        </w:rPr>
        <w:t>.</w:t>
      </w:r>
    </w:p>
    <w:p w:rsidR="00FB3AA6" w:rsidRPr="00410E67" w:rsidRDefault="00FB3AA6" w:rsidP="00492376">
      <w:pPr>
        <w:ind w:right="284" w:firstLine="72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B3AA6" w:rsidRPr="00410E67" w:rsidRDefault="00FB3AA6" w:rsidP="00492376">
      <w:pPr>
        <w:pStyle w:val="2"/>
        <w:shd w:val="clear" w:color="auto" w:fill="auto"/>
        <w:spacing w:before="0" w:after="0" w:line="322" w:lineRule="exact"/>
        <w:ind w:right="284" w:firstLine="700"/>
      </w:pPr>
      <w:r w:rsidRPr="00410E67">
        <w:rPr>
          <w:rStyle w:val="10"/>
        </w:rPr>
        <w:t xml:space="preserve">Расходы бюджета </w:t>
      </w:r>
      <w:r>
        <w:rPr>
          <w:rStyle w:val="10"/>
        </w:rPr>
        <w:t xml:space="preserve">Новочешуйковского </w:t>
      </w:r>
      <w:r w:rsidRPr="00410E67">
        <w:rPr>
          <w:rStyle w:val="10"/>
        </w:rPr>
        <w:t xml:space="preserve">сельского поселения за </w:t>
      </w:r>
      <w:r>
        <w:rPr>
          <w:rStyle w:val="10"/>
        </w:rPr>
        <w:t>1 квартал 2019</w:t>
      </w:r>
      <w:r w:rsidRPr="00410E67">
        <w:rPr>
          <w:rStyle w:val="10"/>
        </w:rPr>
        <w:t xml:space="preserve"> года исполнены в сумме </w:t>
      </w:r>
      <w:r>
        <w:rPr>
          <w:rStyle w:val="10"/>
        </w:rPr>
        <w:t>222,4 тыс.</w:t>
      </w:r>
      <w:r w:rsidRPr="00410E67">
        <w:rPr>
          <w:rStyle w:val="10"/>
        </w:rPr>
        <w:t xml:space="preserve"> рублей, или </w:t>
      </w:r>
      <w:r>
        <w:rPr>
          <w:rStyle w:val="10"/>
        </w:rPr>
        <w:t>18,2</w:t>
      </w:r>
      <w:r w:rsidRPr="00410E67">
        <w:rPr>
          <w:rStyle w:val="10"/>
        </w:rPr>
        <w:t xml:space="preserve"> % от утвержденных годовых назначений.</w:t>
      </w:r>
    </w:p>
    <w:p w:rsidR="00FB3AA6" w:rsidRPr="00410E67" w:rsidRDefault="00FB3AA6" w:rsidP="00492376">
      <w:pPr>
        <w:pStyle w:val="2"/>
        <w:shd w:val="clear" w:color="auto" w:fill="auto"/>
        <w:spacing w:before="0" w:after="0" w:line="322" w:lineRule="exact"/>
        <w:ind w:right="284" w:firstLine="700"/>
        <w:sectPr w:rsidR="00FB3AA6" w:rsidRPr="00410E67">
          <w:pgSz w:w="11905" w:h="16837"/>
          <w:pgMar w:top="947" w:right="458" w:bottom="1015" w:left="1598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Анализ исполнения расходов бюджета </w:t>
      </w:r>
      <w:r>
        <w:rPr>
          <w:rStyle w:val="10"/>
        </w:rPr>
        <w:t>Новочешуйковского</w:t>
      </w:r>
      <w:r w:rsidRPr="00410E67">
        <w:rPr>
          <w:rStyle w:val="10"/>
        </w:rPr>
        <w:t xml:space="preserve"> сельского поселения Мглинского района по разделам классификации расходов бюджета представлен в </w:t>
      </w:r>
      <w:r w:rsidRPr="00410E67">
        <w:rPr>
          <w:rStyle w:val="10"/>
          <w:b/>
        </w:rPr>
        <w:t>приложении №2.</w:t>
      </w:r>
    </w:p>
    <w:p w:rsidR="00FB3AA6" w:rsidRPr="00410E67" w:rsidRDefault="00FB3AA6" w:rsidP="0049237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  <w:i/>
        </w:rPr>
      </w:pPr>
      <w:r w:rsidRPr="00410E67">
        <w:rPr>
          <w:rStyle w:val="10"/>
        </w:rPr>
        <w:t xml:space="preserve">Из приложения №2 видно, что наибольший удельный вес в структуре расходов бюджета </w:t>
      </w:r>
      <w:r>
        <w:rPr>
          <w:rStyle w:val="10"/>
        </w:rPr>
        <w:t>Новочешуйковского сельского</w:t>
      </w:r>
      <w:r w:rsidRPr="00410E67">
        <w:rPr>
          <w:rStyle w:val="10"/>
        </w:rPr>
        <w:t xml:space="preserve"> поселения за </w:t>
      </w:r>
      <w:r>
        <w:rPr>
          <w:rStyle w:val="10"/>
        </w:rPr>
        <w:t>1 квартал 2019</w:t>
      </w:r>
      <w:r w:rsidRPr="00410E67">
        <w:rPr>
          <w:rStyle w:val="10"/>
        </w:rPr>
        <w:t xml:space="preserve"> года занимают расходы раздела: </w:t>
      </w:r>
      <w:r w:rsidRPr="00410E67">
        <w:rPr>
          <w:i/>
        </w:rPr>
        <w:t xml:space="preserve">01 «Общегосударственные вопросы» </w:t>
      </w:r>
      <w:r w:rsidRPr="00410E67">
        <w:rPr>
          <w:rStyle w:val="10"/>
          <w:i/>
        </w:rPr>
        <w:t>-</w:t>
      </w:r>
      <w:r>
        <w:rPr>
          <w:rStyle w:val="10"/>
          <w:i/>
        </w:rPr>
        <w:t>92,3</w:t>
      </w:r>
      <w:r w:rsidRPr="00410E67">
        <w:rPr>
          <w:i/>
        </w:rPr>
        <w:t xml:space="preserve"> </w:t>
      </w:r>
      <w:r w:rsidRPr="00410E67">
        <w:rPr>
          <w:b/>
          <w:i/>
        </w:rPr>
        <w:t>%</w:t>
      </w:r>
      <w:r>
        <w:rPr>
          <w:rStyle w:val="10"/>
          <w:i/>
        </w:rPr>
        <w:t>.</w:t>
      </w:r>
    </w:p>
    <w:p w:rsidR="00FB3AA6" w:rsidRPr="00410E67" w:rsidRDefault="00FB3AA6" w:rsidP="00492376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</w:rPr>
        <w:t xml:space="preserve">Анализ исполнения бюджета за </w:t>
      </w:r>
      <w:r>
        <w:rPr>
          <w:rStyle w:val="10"/>
        </w:rPr>
        <w:t>1 квартал 2019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FB3AA6" w:rsidRDefault="00FB3AA6" w:rsidP="0049237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</w:t>
      </w:r>
      <w:r>
        <w:rPr>
          <w:rStyle w:val="10"/>
        </w:rPr>
        <w:t>1 квартал 2019</w:t>
      </w:r>
      <w:r w:rsidRPr="00410E67">
        <w:rPr>
          <w:rStyle w:val="10"/>
        </w:rPr>
        <w:t xml:space="preserve"> года составили </w:t>
      </w:r>
      <w:r>
        <w:rPr>
          <w:rStyle w:val="32"/>
          <w:sz w:val="27"/>
          <w:szCs w:val="27"/>
        </w:rPr>
        <w:t>205,3</w:t>
      </w:r>
      <w:r w:rsidRPr="00D1656E"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t>20</w:t>
      </w:r>
      <w:r w:rsidRPr="00410E67">
        <w:t xml:space="preserve"> </w:t>
      </w:r>
      <w:r w:rsidRPr="00410E67">
        <w:rPr>
          <w:rStyle w:val="10"/>
        </w:rPr>
        <w:t>% уточненного бюджета, по отнош</w:t>
      </w:r>
      <w:r>
        <w:rPr>
          <w:rStyle w:val="10"/>
        </w:rPr>
        <w:t xml:space="preserve">ению к аналогичному периоду 2018 </w:t>
      </w:r>
      <w:r w:rsidRPr="00410E67">
        <w:rPr>
          <w:rStyle w:val="10"/>
        </w:rPr>
        <w:t xml:space="preserve">года расходы </w:t>
      </w:r>
      <w:r>
        <w:rPr>
          <w:rStyle w:val="10"/>
        </w:rPr>
        <w:t>сократились 25, тыс.рублей.</w:t>
      </w:r>
    </w:p>
    <w:p w:rsidR="00FB3AA6" w:rsidRPr="00410E67" w:rsidRDefault="00FB3AA6" w:rsidP="0049237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</w:rPr>
        <w:t xml:space="preserve"> 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органов муниципального образования </w:t>
      </w:r>
      <w:r w:rsidRPr="00410E67">
        <w:rPr>
          <w:rStyle w:val="10"/>
        </w:rPr>
        <w:t xml:space="preserve"> в сумме </w:t>
      </w:r>
      <w:r>
        <w:rPr>
          <w:rStyle w:val="32"/>
          <w:sz w:val="27"/>
          <w:szCs w:val="27"/>
        </w:rPr>
        <w:t>412,5 тыс.рублей</w:t>
      </w:r>
      <w:r w:rsidRPr="00410E67">
        <w:rPr>
          <w:rStyle w:val="10"/>
        </w:rPr>
        <w:t xml:space="preserve"> по</w:t>
      </w:r>
      <w:r>
        <w:rPr>
          <w:rStyle w:val="10"/>
        </w:rPr>
        <w:t xml:space="preserve"> уточненному</w:t>
      </w:r>
      <w:r w:rsidRPr="00410E67">
        <w:rPr>
          <w:rStyle w:val="10"/>
        </w:rPr>
        <w:t xml:space="preserve"> плану, а исполнено </w:t>
      </w:r>
      <w:r>
        <w:rPr>
          <w:rStyle w:val="32"/>
          <w:sz w:val="27"/>
          <w:szCs w:val="27"/>
        </w:rPr>
        <w:t>72,2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(</w:t>
      </w:r>
      <w:r>
        <w:t>17,5</w:t>
      </w:r>
      <w:r w:rsidRPr="00410E67">
        <w:rPr>
          <w:rStyle w:val="10"/>
        </w:rPr>
        <w:t>%);</w:t>
      </w:r>
    </w:p>
    <w:p w:rsidR="00FB3AA6" w:rsidRDefault="00FB3AA6" w:rsidP="00492376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Pr="00410E67">
        <w:rPr>
          <w:i/>
        </w:rPr>
        <w:t xml:space="preserve"> </w:t>
      </w:r>
      <w:r>
        <w:t>132,5 тыс.</w:t>
      </w:r>
      <w:r w:rsidRPr="00410E67">
        <w:t xml:space="preserve"> рублей, при годовом </w:t>
      </w:r>
      <w:r>
        <w:t xml:space="preserve">уточненном </w:t>
      </w:r>
      <w:r w:rsidRPr="00410E67">
        <w:t xml:space="preserve">плане </w:t>
      </w:r>
      <w:r>
        <w:t>600,20 тыс.</w:t>
      </w:r>
      <w:r w:rsidRPr="00410E67">
        <w:t xml:space="preserve"> рубл</w:t>
      </w:r>
      <w:r>
        <w:t>ей</w:t>
      </w:r>
      <w:r w:rsidRPr="00410E67">
        <w:t xml:space="preserve">, темп роста </w:t>
      </w:r>
      <w:r>
        <w:t>составил 89,4 %</w:t>
      </w:r>
      <w:r w:rsidRPr="00410E67">
        <w:t>.</w:t>
      </w:r>
    </w:p>
    <w:p w:rsidR="00FB3AA6" w:rsidRPr="00410E67" w:rsidRDefault="00FB3AA6" w:rsidP="00492376">
      <w:pPr>
        <w:pStyle w:val="2"/>
        <w:shd w:val="clear" w:color="auto" w:fill="auto"/>
        <w:spacing w:before="0" w:after="0" w:line="322" w:lineRule="exact"/>
        <w:ind w:left="60" w:right="284" w:firstLine="700"/>
      </w:pPr>
      <w:r>
        <w:rPr>
          <w:rStyle w:val="10"/>
          <w:i/>
        </w:rPr>
        <w:t xml:space="preserve">Расходы на обеспечение деятельности финансовых органов финансово-бюджетного надзора </w:t>
      </w:r>
      <w:r>
        <w:rPr>
          <w:rStyle w:val="10"/>
        </w:rPr>
        <w:t>исполнение за 1 квартал 2019 года составили 0,6 тыс.рублей, при годовом уточненном плане 2,4 тыс.рублей.(25 %)</w:t>
      </w:r>
    </w:p>
    <w:p w:rsidR="00FB3AA6" w:rsidRPr="00410E67" w:rsidRDefault="00FB3AA6" w:rsidP="00492376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i/>
        </w:rPr>
        <w:t>Другие общегосударственные вопросы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>1 квартал 2019</w:t>
      </w:r>
      <w:r w:rsidRPr="00410E67">
        <w:rPr>
          <w:rStyle w:val="10"/>
        </w:rPr>
        <w:t xml:space="preserve"> года отсутствуют.</w:t>
      </w:r>
    </w:p>
    <w:p w:rsidR="00FB3AA6" w:rsidRDefault="00FB3AA6" w:rsidP="0049237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i/>
        </w:rPr>
        <w:t>резервные фонды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>1</w:t>
      </w:r>
      <w:r w:rsidRPr="00410E67">
        <w:rPr>
          <w:rStyle w:val="10"/>
        </w:rPr>
        <w:t xml:space="preserve"> </w:t>
      </w:r>
      <w:r>
        <w:rPr>
          <w:rStyle w:val="10"/>
        </w:rPr>
        <w:t>квартал  2019</w:t>
      </w:r>
      <w:r w:rsidRPr="00410E67">
        <w:rPr>
          <w:rStyle w:val="10"/>
        </w:rPr>
        <w:t xml:space="preserve"> года отсутствует;</w:t>
      </w:r>
    </w:p>
    <w:p w:rsidR="00FB3AA6" w:rsidRPr="00410E67" w:rsidRDefault="00FB3AA6" w:rsidP="00492376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>ьная оборона» составили в сумме 16,4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10"/>
        </w:rPr>
        <w:t>79,3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rPr>
          <w:rStyle w:val="10"/>
        </w:rPr>
        <w:t>20,7</w:t>
      </w:r>
      <w:r w:rsidRPr="00410E67">
        <w:rPr>
          <w:rStyle w:val="10"/>
        </w:rPr>
        <w:t xml:space="preserve"> %, по отнош</w:t>
      </w:r>
      <w:r>
        <w:rPr>
          <w:rStyle w:val="10"/>
        </w:rPr>
        <w:t>ению к аналогичному периоду 2018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>
        <w:rPr>
          <w:rStyle w:val="10"/>
        </w:rPr>
        <w:t>0,4 тыс.</w:t>
      </w:r>
      <w:r w:rsidRPr="00410E67">
        <w:rPr>
          <w:rStyle w:val="10"/>
        </w:rPr>
        <w:t xml:space="preserve"> рублей</w:t>
      </w:r>
      <w:r>
        <w:rPr>
          <w:rStyle w:val="10"/>
        </w:rPr>
        <w:t>.</w:t>
      </w:r>
    </w:p>
    <w:p w:rsidR="00FB3AA6" w:rsidRDefault="00FB3AA6" w:rsidP="0049237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>
        <w:rPr>
          <w:rStyle w:val="10"/>
        </w:rPr>
        <w:t>7,4</w:t>
      </w:r>
      <w:r w:rsidRPr="00410E67">
        <w:rPr>
          <w:rStyle w:val="10"/>
        </w:rPr>
        <w:t xml:space="preserve"> %.</w:t>
      </w:r>
    </w:p>
    <w:p w:rsidR="00FB3AA6" w:rsidRDefault="00FB3AA6" w:rsidP="0049237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</w:t>
      </w:r>
      <w:r>
        <w:rPr>
          <w:rStyle w:val="10"/>
        </w:rPr>
        <w:t>1 квартал 2019</w:t>
      </w:r>
      <w:r w:rsidRPr="00410E67">
        <w:rPr>
          <w:rStyle w:val="10"/>
        </w:rPr>
        <w:t xml:space="preserve"> года </w:t>
      </w:r>
      <w:r>
        <w:rPr>
          <w:rStyle w:val="10"/>
        </w:rPr>
        <w:t>отсутствуют.</w:t>
      </w:r>
    </w:p>
    <w:p w:rsidR="00FB3AA6" w:rsidRPr="00410E67" w:rsidRDefault="00FB3AA6" w:rsidP="0049237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</w:p>
    <w:p w:rsidR="00FB3AA6" w:rsidRDefault="00FB3AA6" w:rsidP="0049237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отсутствуют.</w:t>
      </w:r>
    </w:p>
    <w:p w:rsidR="00FB3AA6" w:rsidRPr="00410E67" w:rsidRDefault="00FB3AA6" w:rsidP="0049237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</w:p>
    <w:p w:rsidR="00FB3AA6" w:rsidRDefault="00FB3AA6" w:rsidP="0049237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</w:t>
      </w:r>
      <w:r>
        <w:rPr>
          <w:rStyle w:val="10"/>
        </w:rPr>
        <w:t>исполнение составило 0,7 тыс.рублей или 0,6 % уточненного показателя.</w:t>
      </w:r>
    </w:p>
    <w:p w:rsidR="00FB3AA6" w:rsidRPr="00410E67" w:rsidRDefault="00FB3AA6" w:rsidP="00492376">
      <w:pPr>
        <w:pStyle w:val="2"/>
        <w:shd w:val="clear" w:color="auto" w:fill="auto"/>
        <w:spacing w:before="0" w:after="0" w:line="322" w:lineRule="exact"/>
        <w:ind w:left="60" w:right="284" w:firstLine="700"/>
      </w:pPr>
    </w:p>
    <w:p w:rsidR="00FB3AA6" w:rsidRDefault="00FB3AA6" w:rsidP="00492376">
      <w:pPr>
        <w:pStyle w:val="2"/>
        <w:shd w:val="clear" w:color="auto" w:fill="auto"/>
        <w:spacing w:before="0" w:after="0" w:line="298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</w:t>
      </w:r>
      <w:r>
        <w:rPr>
          <w:rStyle w:val="10"/>
        </w:rPr>
        <w:t>1 квартал 2019</w:t>
      </w:r>
      <w:r w:rsidRPr="00410E67">
        <w:rPr>
          <w:rStyle w:val="10"/>
        </w:rPr>
        <w:t xml:space="preserve"> года отсутствуют.</w:t>
      </w:r>
    </w:p>
    <w:p w:rsidR="00FB3AA6" w:rsidRPr="00410E67" w:rsidRDefault="00FB3AA6" w:rsidP="00492376">
      <w:pPr>
        <w:pStyle w:val="2"/>
        <w:shd w:val="clear" w:color="auto" w:fill="auto"/>
        <w:spacing w:before="0" w:after="0" w:line="298" w:lineRule="exact"/>
        <w:ind w:left="60" w:right="284" w:firstLine="700"/>
      </w:pPr>
    </w:p>
    <w:p w:rsidR="00FB3AA6" w:rsidRDefault="00FB3AA6" w:rsidP="00492376">
      <w:pPr>
        <w:pStyle w:val="2"/>
        <w:shd w:val="clear" w:color="auto" w:fill="auto"/>
        <w:spacing w:before="0" w:after="0" w:line="317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за </w:t>
      </w:r>
      <w:r>
        <w:rPr>
          <w:rStyle w:val="10"/>
        </w:rPr>
        <w:t>1 квартал 2019</w:t>
      </w:r>
      <w:r w:rsidRPr="00410E67">
        <w:rPr>
          <w:rStyle w:val="10"/>
        </w:rPr>
        <w:t xml:space="preserve"> года расходы отсутствуют.</w:t>
      </w:r>
    </w:p>
    <w:p w:rsidR="00FB3AA6" w:rsidRPr="00410E67" w:rsidRDefault="00FB3AA6" w:rsidP="00492376">
      <w:pPr>
        <w:pStyle w:val="2"/>
        <w:shd w:val="clear" w:color="auto" w:fill="auto"/>
        <w:spacing w:before="0" w:after="0" w:line="317" w:lineRule="exact"/>
        <w:ind w:left="60" w:right="284" w:firstLine="700"/>
        <w:rPr>
          <w:rStyle w:val="10"/>
        </w:rPr>
      </w:pPr>
    </w:p>
    <w:p w:rsidR="00FB3AA6" w:rsidRPr="00410E67" w:rsidRDefault="00FB3AA6" w:rsidP="00492376">
      <w:pPr>
        <w:pStyle w:val="2"/>
        <w:shd w:val="clear" w:color="auto" w:fill="auto"/>
        <w:spacing w:before="0" w:after="0" w:line="317" w:lineRule="exact"/>
        <w:ind w:left="60" w:right="284" w:firstLine="700"/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</w:t>
      </w:r>
      <w:r>
        <w:rPr>
          <w:rStyle w:val="10"/>
        </w:rPr>
        <w:t>1 квартал 2019</w:t>
      </w:r>
      <w:r w:rsidRPr="00410E67">
        <w:rPr>
          <w:rStyle w:val="10"/>
        </w:rPr>
        <w:t xml:space="preserve"> года </w:t>
      </w:r>
      <w:r>
        <w:rPr>
          <w:rStyle w:val="10"/>
        </w:rPr>
        <w:t>отсутствуют.</w:t>
      </w:r>
    </w:p>
    <w:p w:rsidR="00FB3AA6" w:rsidRPr="00410E67" w:rsidRDefault="00FB3AA6" w:rsidP="00492376">
      <w:pPr>
        <w:pStyle w:val="2"/>
        <w:shd w:val="clear" w:color="auto" w:fill="auto"/>
        <w:spacing w:before="0" w:after="0" w:line="317" w:lineRule="exact"/>
        <w:ind w:left="20" w:right="284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</w:t>
      </w:r>
      <w:r>
        <w:rPr>
          <w:rStyle w:val="10"/>
        </w:rPr>
        <w:t>1 квартал 2019</w:t>
      </w:r>
      <w:r w:rsidRPr="00410E67">
        <w:rPr>
          <w:rStyle w:val="10"/>
        </w:rPr>
        <w:t xml:space="preserve"> года отсутствуют.</w:t>
      </w:r>
    </w:p>
    <w:p w:rsidR="00FB3AA6" w:rsidRPr="00410E67" w:rsidRDefault="00FB3AA6" w:rsidP="00492376">
      <w:pPr>
        <w:pStyle w:val="2"/>
        <w:shd w:val="clear" w:color="auto" w:fill="auto"/>
        <w:spacing w:before="0" w:after="0" w:line="317" w:lineRule="exact"/>
        <w:ind w:left="20" w:right="284" w:firstLine="700"/>
        <w:rPr>
          <w:rStyle w:val="10"/>
        </w:rPr>
      </w:pPr>
    </w:p>
    <w:p w:rsidR="00FB3AA6" w:rsidRDefault="00FB3AA6" w:rsidP="00492376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r>
        <w:rPr>
          <w:rFonts w:ascii="Times New Roman" w:hAnsi="Times New Roman" w:cs="Times New Roman"/>
          <w:b/>
          <w:bCs/>
          <w:sz w:val="27"/>
          <w:szCs w:val="27"/>
        </w:rPr>
        <w:t>Новочешуйковского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FB3AA6" w:rsidRPr="00410E67" w:rsidRDefault="00FB3AA6" w:rsidP="00492376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FB3AA6" w:rsidRPr="00410E67" w:rsidRDefault="00FB3AA6" w:rsidP="00492376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 xml:space="preserve">Решением </w:t>
      </w:r>
      <w:r>
        <w:t>Новочешуйковского</w:t>
      </w:r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smartTag w:uri="urn:schemas-microsoft-com:office:smarttags" w:element="date">
        <w:smartTagPr>
          <w:attr w:name="Year" w:val="2018"/>
          <w:attr w:name="Day" w:val="26"/>
          <w:attr w:name="Month" w:val="12"/>
          <w:attr w:name="ls" w:val="trans"/>
        </w:smartTagPr>
        <w:r>
          <w:t>26.12.2018</w:t>
        </w:r>
      </w:smartTag>
      <w:r>
        <w:t xml:space="preserve"> г. </w:t>
      </w:r>
      <w:r w:rsidRPr="00417295">
        <w:t>№3/148</w:t>
      </w:r>
      <w:r>
        <w:rPr>
          <w:b/>
        </w:rPr>
        <w:t xml:space="preserve"> </w:t>
      </w:r>
      <w:r w:rsidRPr="00410E67">
        <w:t>«О бюджете</w:t>
      </w:r>
      <w:r>
        <w:t xml:space="preserve"> муниципального образования</w:t>
      </w:r>
      <w:r w:rsidRPr="00410E67">
        <w:t xml:space="preserve"> </w:t>
      </w:r>
      <w:r>
        <w:t>«Новочешуйковское сельское поселение, Млинского района, Брянской области» на</w:t>
      </w:r>
      <w:r w:rsidRPr="00410E67">
        <w:t xml:space="preserve"> 201</w:t>
      </w:r>
      <w:r>
        <w:t xml:space="preserve">9 год </w:t>
      </w:r>
      <w:r w:rsidRPr="00410E67">
        <w:t xml:space="preserve"> и</w:t>
      </w:r>
      <w:r>
        <w:t xml:space="preserve"> на плановый период</w:t>
      </w:r>
      <w:r w:rsidRPr="00410E67">
        <w:t xml:space="preserve"> 20</w:t>
      </w:r>
      <w:r>
        <w:t xml:space="preserve">20 и 2021 </w:t>
      </w:r>
      <w:r w:rsidRPr="00410E67">
        <w:t>годов » принят бездефицитный бюджет.</w:t>
      </w:r>
    </w:p>
    <w:p w:rsidR="00FB3AA6" w:rsidRPr="00410E67" w:rsidRDefault="00FB3AA6" w:rsidP="00492376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 xml:space="preserve">С внесением изменений в бюджетную роспись дефицит бюджета </w:t>
      </w:r>
      <w:r>
        <w:t>Новочешуйковского</w:t>
      </w:r>
      <w:r w:rsidRPr="00410E67">
        <w:t xml:space="preserve"> сельского поселения изменен и утвержден в сумме</w:t>
      </w:r>
      <w:r>
        <w:t xml:space="preserve"> 103,0 тыс.</w:t>
      </w:r>
      <w:r w:rsidRPr="00410E67">
        <w:t>руб.</w:t>
      </w:r>
    </w:p>
    <w:p w:rsidR="00FB3AA6" w:rsidRDefault="00FB3AA6" w:rsidP="00492376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>В  соотве</w:t>
      </w:r>
      <w:r>
        <w:t>тствии с представленным отчетом</w:t>
      </w:r>
      <w:r w:rsidRPr="00410E67">
        <w:t>,</w:t>
      </w:r>
      <w:r>
        <w:t xml:space="preserve"> </w:t>
      </w:r>
      <w:r w:rsidRPr="00410E67">
        <w:t xml:space="preserve">бюджет </w:t>
      </w:r>
      <w:r>
        <w:t>Новочешуйковского сельского</w:t>
      </w:r>
      <w:r w:rsidRPr="00410E67">
        <w:t xml:space="preserve"> поселения за </w:t>
      </w:r>
      <w:r>
        <w:t>1 квартал 2019</w:t>
      </w:r>
      <w:r w:rsidRPr="00410E67">
        <w:t xml:space="preserve"> года исполнен с </w:t>
      </w:r>
      <w:r>
        <w:t xml:space="preserve">профицитом  </w:t>
      </w:r>
      <w:r w:rsidRPr="00410E67">
        <w:t xml:space="preserve">в сумме </w:t>
      </w:r>
      <w:r>
        <w:t>331,3 тыс. рублей.</w:t>
      </w:r>
    </w:p>
    <w:p w:rsidR="00FB3AA6" w:rsidRPr="00410E67" w:rsidRDefault="00FB3AA6" w:rsidP="00492376">
      <w:pPr>
        <w:pStyle w:val="2"/>
        <w:shd w:val="clear" w:color="auto" w:fill="auto"/>
        <w:spacing w:before="0" w:after="338" w:line="317" w:lineRule="exact"/>
        <w:ind w:left="20" w:right="284" w:firstLine="700"/>
      </w:pPr>
      <w:r w:rsidRPr="00410E67">
        <w:rPr>
          <w:rStyle w:val="10"/>
        </w:rPr>
        <w:t xml:space="preserve">Проведенное экспертно-аналитическое мероприятие о ходе исполнения бюджета за </w:t>
      </w:r>
      <w:r>
        <w:rPr>
          <w:rStyle w:val="10"/>
        </w:rPr>
        <w:t>1 квартал 2019</w:t>
      </w:r>
      <w:r w:rsidRPr="00410E67">
        <w:rPr>
          <w:rStyle w:val="10"/>
        </w:rPr>
        <w:t xml:space="preserve"> года позволяет сделать вывод, что отчет подготовлен в рамках полномочий </w:t>
      </w:r>
      <w:r>
        <w:rPr>
          <w:rStyle w:val="10"/>
        </w:rPr>
        <w:t>Новочешуйковского</w:t>
      </w:r>
      <w:r w:rsidRPr="00410E67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r>
        <w:rPr>
          <w:rStyle w:val="10"/>
        </w:rPr>
        <w:t xml:space="preserve">Новочешуйковского </w:t>
      </w:r>
      <w:r w:rsidRPr="00410E67">
        <w:rPr>
          <w:rStyle w:val="10"/>
        </w:rPr>
        <w:t>селького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</w:p>
    <w:p w:rsidR="00FB3AA6" w:rsidRPr="00410E67" w:rsidRDefault="00FB3AA6" w:rsidP="00492376">
      <w:pPr>
        <w:pStyle w:val="110"/>
        <w:keepNext/>
        <w:keepLines/>
        <w:shd w:val="clear" w:color="auto" w:fill="auto"/>
        <w:spacing w:after="0" w:line="270" w:lineRule="exact"/>
        <w:ind w:left="20" w:right="284"/>
      </w:pPr>
      <w:bookmarkStart w:id="4" w:name="bookmark1"/>
      <w:r w:rsidRPr="00410E67">
        <w:rPr>
          <w:rStyle w:val="12"/>
        </w:rPr>
        <w:t>Предложения:</w:t>
      </w:r>
      <w:bookmarkEnd w:id="4"/>
    </w:p>
    <w:p w:rsidR="00FB3AA6" w:rsidRPr="00410E67" w:rsidRDefault="00FB3AA6" w:rsidP="00492376">
      <w:pPr>
        <w:pStyle w:val="2"/>
        <w:shd w:val="clear" w:color="auto" w:fill="auto"/>
        <w:spacing w:before="0" w:after="0" w:line="307" w:lineRule="exact"/>
        <w:ind w:left="20" w:right="284" w:firstLine="700"/>
        <w:sectPr w:rsidR="00FB3AA6" w:rsidRPr="00410E67">
          <w:footerReference w:type="default" r:id="rId7"/>
          <w:footerReference w:type="first" r:id="rId8"/>
          <w:type w:val="continuous"/>
          <w:pgSz w:w="11905" w:h="16837"/>
          <w:pgMar w:top="1032" w:right="231" w:bottom="1090" w:left="1963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Направить заключение Контрольно-счетной палаты главе </w:t>
      </w:r>
      <w:r>
        <w:rPr>
          <w:rStyle w:val="10"/>
        </w:rPr>
        <w:t xml:space="preserve">Новочешуйковской </w:t>
      </w:r>
      <w:r w:rsidRPr="00410E67">
        <w:rPr>
          <w:rStyle w:val="10"/>
        </w:rPr>
        <w:t xml:space="preserve">администрации </w:t>
      </w:r>
      <w:r>
        <w:rPr>
          <w:rStyle w:val="10"/>
        </w:rPr>
        <w:t>С.И.Веремьеву.</w:t>
      </w:r>
    </w:p>
    <w:p w:rsidR="00FB3AA6" w:rsidRPr="00410E67" w:rsidRDefault="00FB3AA6" w:rsidP="00492376">
      <w:pPr>
        <w:framePr w:w="11088" w:h="961" w:hRule="exact" w:wrap="notBeside" w:vAnchor="text" w:hAnchor="text" w:xAlign="center" w:y="1" w:anchorLock="1"/>
        <w:ind w:right="284"/>
        <w:rPr>
          <w:rFonts w:ascii="Times New Roman" w:hAnsi="Times New Roman" w:cs="Times New Roman"/>
          <w:sz w:val="27"/>
          <w:szCs w:val="27"/>
        </w:rPr>
      </w:pPr>
    </w:p>
    <w:p w:rsidR="00FB3AA6" w:rsidRPr="00410E67" w:rsidRDefault="00FB3AA6" w:rsidP="00492376">
      <w:pPr>
        <w:ind w:right="284"/>
        <w:rPr>
          <w:rFonts w:ascii="Times New Roman" w:hAnsi="Times New Roman" w:cs="Times New Roman"/>
          <w:sz w:val="27"/>
          <w:szCs w:val="27"/>
        </w:rPr>
        <w:sectPr w:rsidR="00FB3AA6" w:rsidRPr="00410E67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FB3AA6" w:rsidRPr="00410E67" w:rsidRDefault="00FB3AA6" w:rsidP="00492376">
      <w:pPr>
        <w:pStyle w:val="2"/>
        <w:shd w:val="clear" w:color="auto" w:fill="auto"/>
        <w:spacing w:before="0" w:after="0" w:line="317" w:lineRule="exact"/>
        <w:ind w:right="284"/>
        <w:jc w:val="left"/>
      </w:pPr>
      <w:r w:rsidRPr="00410E67">
        <w:rPr>
          <w:rStyle w:val="10"/>
        </w:rPr>
        <w:t>Председатель</w:t>
      </w:r>
    </w:p>
    <w:p w:rsidR="00FB3AA6" w:rsidRPr="00410E67" w:rsidRDefault="00FB3AA6" w:rsidP="00492376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 w:right="284"/>
        <w:jc w:val="left"/>
      </w:pPr>
      <w:r>
        <w:rPr>
          <w:rStyle w:val="10"/>
        </w:rPr>
        <w:t>Л.В.Чуприк</w:t>
      </w:r>
    </w:p>
    <w:p w:rsidR="00FB3AA6" w:rsidRPr="00410E67" w:rsidRDefault="00FB3AA6" w:rsidP="00492376">
      <w:pPr>
        <w:pStyle w:val="2"/>
        <w:shd w:val="clear" w:color="auto" w:fill="auto"/>
        <w:spacing w:before="0" w:after="0" w:line="317" w:lineRule="exact"/>
        <w:ind w:right="284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p w:rsidR="00FB3AA6" w:rsidRPr="00410E67" w:rsidRDefault="00FB3AA6" w:rsidP="00492376">
      <w:pPr>
        <w:ind w:right="284"/>
        <w:rPr>
          <w:rFonts w:ascii="Times New Roman" w:hAnsi="Times New Roman" w:cs="Times New Roman"/>
          <w:sz w:val="27"/>
          <w:szCs w:val="27"/>
        </w:rPr>
      </w:pPr>
    </w:p>
    <w:p w:rsidR="00FB3AA6" w:rsidRPr="00410E67" w:rsidRDefault="00FB3AA6" w:rsidP="00492376">
      <w:pPr>
        <w:ind w:right="284"/>
        <w:rPr>
          <w:rFonts w:ascii="Times New Roman" w:hAnsi="Times New Roman" w:cs="Times New Roman"/>
          <w:sz w:val="27"/>
          <w:szCs w:val="27"/>
        </w:rPr>
      </w:pPr>
    </w:p>
    <w:p w:rsidR="00FB3AA6" w:rsidRPr="004D2FF2" w:rsidRDefault="00FB3AA6" w:rsidP="00492376">
      <w:pPr>
        <w:ind w:right="284"/>
        <w:rPr>
          <w:rFonts w:ascii="Times New Roman" w:hAnsi="Times New Roman" w:cs="Times New Roman"/>
        </w:rPr>
      </w:pPr>
      <w:r w:rsidRPr="004D2FF2">
        <w:rPr>
          <w:rFonts w:ascii="Times New Roman" w:hAnsi="Times New Roman" w:cs="Times New Roman"/>
        </w:rPr>
        <w:t>Исполнитель</w:t>
      </w:r>
    </w:p>
    <w:p w:rsidR="00FB3AA6" w:rsidRPr="004D2FF2" w:rsidRDefault="00FB3AA6" w:rsidP="00492376">
      <w:pPr>
        <w:ind w:right="284"/>
        <w:rPr>
          <w:rFonts w:ascii="Times New Roman" w:hAnsi="Times New Roman" w:cs="Times New Roman"/>
        </w:rPr>
      </w:pPr>
      <w:r w:rsidRPr="004D2FF2">
        <w:rPr>
          <w:rFonts w:ascii="Times New Roman" w:hAnsi="Times New Roman" w:cs="Times New Roman"/>
        </w:rPr>
        <w:t>Комкова Н.Е</w:t>
      </w:r>
    </w:p>
    <w:p w:rsidR="00FB3AA6" w:rsidRPr="000F4775" w:rsidRDefault="00FB3AA6" w:rsidP="00492376">
      <w:pPr>
        <w:ind w:right="284"/>
        <w:rPr>
          <w:sz w:val="20"/>
          <w:szCs w:val="20"/>
        </w:rPr>
      </w:pPr>
      <w:r w:rsidRPr="000F4775">
        <w:rPr>
          <w:sz w:val="20"/>
          <w:szCs w:val="20"/>
        </w:rPr>
        <w:t>8(48339)2</w:t>
      </w:r>
      <w:r>
        <w:rPr>
          <w:sz w:val="20"/>
          <w:szCs w:val="20"/>
        </w:rPr>
        <w:t>-</w:t>
      </w:r>
      <w:r w:rsidRPr="000F4775">
        <w:rPr>
          <w:sz w:val="20"/>
          <w:szCs w:val="20"/>
        </w:rPr>
        <w:t>22</w:t>
      </w:r>
      <w:r>
        <w:rPr>
          <w:sz w:val="20"/>
          <w:szCs w:val="20"/>
        </w:rPr>
        <w:t>-</w:t>
      </w:r>
      <w:r w:rsidRPr="000F4775">
        <w:rPr>
          <w:sz w:val="20"/>
          <w:szCs w:val="20"/>
        </w:rPr>
        <w:t>47</w:t>
      </w:r>
    </w:p>
    <w:p w:rsidR="00FB3AA6" w:rsidRPr="00116C6E" w:rsidRDefault="00FB3AA6" w:rsidP="00492376">
      <w:pPr>
        <w:ind w:right="284"/>
        <w:rPr>
          <w:sz w:val="28"/>
          <w:szCs w:val="28"/>
        </w:rPr>
      </w:pPr>
    </w:p>
    <w:p w:rsidR="00FB3AA6" w:rsidRPr="00410E67" w:rsidRDefault="00FB3AA6" w:rsidP="00492376">
      <w:pPr>
        <w:ind w:right="284"/>
        <w:rPr>
          <w:rFonts w:ascii="Times New Roman" w:hAnsi="Times New Roman" w:cs="Times New Roman"/>
          <w:sz w:val="28"/>
          <w:szCs w:val="28"/>
        </w:rPr>
      </w:pPr>
    </w:p>
    <w:p w:rsidR="00FB3AA6" w:rsidRPr="00116C6E" w:rsidRDefault="00FB3AA6" w:rsidP="00492376">
      <w:pPr>
        <w:ind w:right="284"/>
        <w:rPr>
          <w:sz w:val="28"/>
          <w:szCs w:val="28"/>
        </w:rPr>
      </w:pPr>
    </w:p>
    <w:p w:rsidR="00FB3AA6" w:rsidRPr="00116C6E" w:rsidRDefault="00FB3AA6" w:rsidP="00492376">
      <w:pPr>
        <w:ind w:right="284"/>
        <w:rPr>
          <w:sz w:val="28"/>
          <w:szCs w:val="28"/>
        </w:rPr>
      </w:pPr>
    </w:p>
    <w:p w:rsidR="00FB3AA6" w:rsidRDefault="00FB3AA6" w:rsidP="00492376">
      <w:pPr>
        <w:ind w:right="284"/>
        <w:rPr>
          <w:sz w:val="28"/>
          <w:szCs w:val="28"/>
        </w:rPr>
      </w:pPr>
    </w:p>
    <w:p w:rsidR="00FB3AA6" w:rsidRDefault="00FB3AA6" w:rsidP="00492376">
      <w:pPr>
        <w:ind w:right="284"/>
        <w:rPr>
          <w:sz w:val="28"/>
          <w:szCs w:val="28"/>
        </w:rPr>
      </w:pPr>
    </w:p>
    <w:p w:rsidR="00FB3AA6" w:rsidRDefault="00FB3AA6" w:rsidP="00492376">
      <w:pPr>
        <w:ind w:right="284"/>
        <w:rPr>
          <w:sz w:val="28"/>
          <w:szCs w:val="28"/>
        </w:rPr>
      </w:pPr>
    </w:p>
    <w:p w:rsidR="00FB3AA6" w:rsidRDefault="00FB3AA6" w:rsidP="00492376">
      <w:pPr>
        <w:ind w:right="284"/>
        <w:rPr>
          <w:sz w:val="28"/>
          <w:szCs w:val="28"/>
        </w:rPr>
      </w:pPr>
    </w:p>
    <w:p w:rsidR="00FB3AA6" w:rsidRDefault="00FB3AA6" w:rsidP="00492376">
      <w:pPr>
        <w:ind w:right="284"/>
        <w:rPr>
          <w:sz w:val="28"/>
          <w:szCs w:val="28"/>
        </w:rPr>
      </w:pPr>
    </w:p>
    <w:p w:rsidR="00FB3AA6" w:rsidRDefault="00FB3AA6" w:rsidP="00492376">
      <w:pPr>
        <w:ind w:right="284"/>
        <w:rPr>
          <w:sz w:val="28"/>
          <w:szCs w:val="28"/>
        </w:rPr>
      </w:pPr>
    </w:p>
    <w:p w:rsidR="00FB3AA6" w:rsidRDefault="00FB3AA6" w:rsidP="00492376">
      <w:pPr>
        <w:ind w:right="284"/>
        <w:rPr>
          <w:sz w:val="28"/>
          <w:szCs w:val="28"/>
        </w:rPr>
      </w:pPr>
    </w:p>
    <w:p w:rsidR="00FB3AA6" w:rsidRDefault="00FB3AA6" w:rsidP="00B45A00">
      <w:pPr>
        <w:ind w:right="284"/>
        <w:rPr>
          <w:sz w:val="28"/>
          <w:szCs w:val="28"/>
        </w:rPr>
      </w:pPr>
    </w:p>
    <w:p w:rsidR="00FB3AA6" w:rsidRDefault="00FB3AA6" w:rsidP="00B45A00">
      <w:pPr>
        <w:ind w:right="284"/>
        <w:rPr>
          <w:sz w:val="28"/>
          <w:szCs w:val="28"/>
        </w:rPr>
      </w:pPr>
    </w:p>
    <w:p w:rsidR="00FB3AA6" w:rsidRDefault="00FB3AA6" w:rsidP="00B45A00">
      <w:pPr>
        <w:ind w:right="284"/>
        <w:rPr>
          <w:sz w:val="28"/>
          <w:szCs w:val="28"/>
        </w:rPr>
      </w:pPr>
    </w:p>
    <w:p w:rsidR="00FB3AA6" w:rsidRDefault="00FB3AA6" w:rsidP="00B45A00">
      <w:pPr>
        <w:ind w:right="284"/>
        <w:rPr>
          <w:sz w:val="28"/>
          <w:szCs w:val="28"/>
        </w:rPr>
      </w:pPr>
    </w:p>
    <w:p w:rsidR="00FB3AA6" w:rsidRPr="00116C6E" w:rsidRDefault="00FB3AA6" w:rsidP="003C4BE4">
      <w:pPr>
        <w:rPr>
          <w:sz w:val="28"/>
          <w:szCs w:val="28"/>
        </w:rPr>
      </w:pPr>
    </w:p>
    <w:p w:rsidR="00FB3AA6" w:rsidRPr="003C4BE4" w:rsidRDefault="00FB3AA6" w:rsidP="003C4BE4"/>
    <w:p w:rsidR="00FB3AA6" w:rsidRPr="003C4BE4" w:rsidRDefault="00FB3AA6" w:rsidP="003C4BE4"/>
    <w:p w:rsidR="00FB3AA6" w:rsidRPr="003C4BE4" w:rsidRDefault="00FB3AA6" w:rsidP="003C4BE4"/>
    <w:p w:rsidR="00FB3AA6" w:rsidRPr="003C4BE4" w:rsidRDefault="00FB3AA6" w:rsidP="003C4BE4"/>
    <w:p w:rsidR="00FB3AA6" w:rsidRDefault="00FB3AA6" w:rsidP="003C4BE4"/>
    <w:p w:rsidR="00FB3AA6" w:rsidRDefault="00FB3AA6" w:rsidP="003C4BE4"/>
    <w:p w:rsidR="00FB3AA6" w:rsidRDefault="00FB3AA6" w:rsidP="003C4BE4"/>
    <w:p w:rsidR="00FB3AA6" w:rsidRDefault="00FB3AA6" w:rsidP="003C4BE4"/>
    <w:p w:rsidR="00FB3AA6" w:rsidRDefault="00FB3AA6" w:rsidP="003C4BE4"/>
    <w:p w:rsidR="00FB3AA6" w:rsidRPr="003C4BE4" w:rsidRDefault="00FB3AA6" w:rsidP="003C4BE4"/>
    <w:sectPr w:rsidR="00FB3AA6" w:rsidRPr="003C4BE4" w:rsidSect="0050045E">
      <w:footerReference w:type="default" r:id="rId9"/>
      <w:footerReference w:type="first" r:id="rId10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AA6" w:rsidRDefault="00FB3AA6" w:rsidP="0050045E">
      <w:r>
        <w:separator/>
      </w:r>
    </w:p>
  </w:endnote>
  <w:endnote w:type="continuationSeparator" w:id="0">
    <w:p w:rsidR="00FB3AA6" w:rsidRDefault="00FB3AA6" w:rsidP="00500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AA6" w:rsidRDefault="00FB3AA6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A307A9">
        <w:rPr>
          <w:rStyle w:val="a0"/>
          <w:noProof/>
        </w:rPr>
        <w:t>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AA6" w:rsidRDefault="00FB3AA6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AA6" w:rsidRDefault="00FB3AA6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A307A9">
        <w:rPr>
          <w:rStyle w:val="a0"/>
          <w:noProof/>
        </w:rPr>
        <w:t>5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AA6" w:rsidRDefault="00FB3AA6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AA6" w:rsidRDefault="00FB3AA6"/>
  </w:footnote>
  <w:footnote w:type="continuationSeparator" w:id="0">
    <w:p w:rsidR="00FB3AA6" w:rsidRDefault="00FB3AA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4E068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AF069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224A7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99EA4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EA881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54E3D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E9418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124CF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C46AC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296EA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045E"/>
    <w:rsid w:val="000050BD"/>
    <w:rsid w:val="00005BC7"/>
    <w:rsid w:val="000309C2"/>
    <w:rsid w:val="00030D3F"/>
    <w:rsid w:val="0003512B"/>
    <w:rsid w:val="00037488"/>
    <w:rsid w:val="00037F32"/>
    <w:rsid w:val="0004111D"/>
    <w:rsid w:val="00045D08"/>
    <w:rsid w:val="0005141C"/>
    <w:rsid w:val="00053DFF"/>
    <w:rsid w:val="000601DF"/>
    <w:rsid w:val="000631AE"/>
    <w:rsid w:val="00065EEB"/>
    <w:rsid w:val="0007548B"/>
    <w:rsid w:val="00075826"/>
    <w:rsid w:val="00092FD0"/>
    <w:rsid w:val="00094FFA"/>
    <w:rsid w:val="000A2F64"/>
    <w:rsid w:val="000A5904"/>
    <w:rsid w:val="000B44FC"/>
    <w:rsid w:val="000B62DF"/>
    <w:rsid w:val="000C375D"/>
    <w:rsid w:val="000D3B34"/>
    <w:rsid w:val="000F4775"/>
    <w:rsid w:val="000F4E09"/>
    <w:rsid w:val="000F555A"/>
    <w:rsid w:val="001000E6"/>
    <w:rsid w:val="00105CDB"/>
    <w:rsid w:val="00110D15"/>
    <w:rsid w:val="0011224F"/>
    <w:rsid w:val="001139AE"/>
    <w:rsid w:val="00116C6E"/>
    <w:rsid w:val="00122CC0"/>
    <w:rsid w:val="00130544"/>
    <w:rsid w:val="00130C1A"/>
    <w:rsid w:val="00130C28"/>
    <w:rsid w:val="00131D3A"/>
    <w:rsid w:val="001360B3"/>
    <w:rsid w:val="001471AF"/>
    <w:rsid w:val="00153808"/>
    <w:rsid w:val="00163BDF"/>
    <w:rsid w:val="001641D3"/>
    <w:rsid w:val="00173081"/>
    <w:rsid w:val="00181231"/>
    <w:rsid w:val="00185729"/>
    <w:rsid w:val="00185AE5"/>
    <w:rsid w:val="001A1A4D"/>
    <w:rsid w:val="001A6797"/>
    <w:rsid w:val="001A6F2A"/>
    <w:rsid w:val="001B1605"/>
    <w:rsid w:val="001B6ECC"/>
    <w:rsid w:val="001D0D1E"/>
    <w:rsid w:val="001E6301"/>
    <w:rsid w:val="001F3628"/>
    <w:rsid w:val="001F65D9"/>
    <w:rsid w:val="00212769"/>
    <w:rsid w:val="00215974"/>
    <w:rsid w:val="00223F96"/>
    <w:rsid w:val="00236237"/>
    <w:rsid w:val="00236FBB"/>
    <w:rsid w:val="00241ADD"/>
    <w:rsid w:val="0024517A"/>
    <w:rsid w:val="00252077"/>
    <w:rsid w:val="00252946"/>
    <w:rsid w:val="002570B7"/>
    <w:rsid w:val="00280B4B"/>
    <w:rsid w:val="002818F6"/>
    <w:rsid w:val="00290DFB"/>
    <w:rsid w:val="002A1AD0"/>
    <w:rsid w:val="002A3615"/>
    <w:rsid w:val="002A52F8"/>
    <w:rsid w:val="002B55B2"/>
    <w:rsid w:val="002D18CB"/>
    <w:rsid w:val="002D211E"/>
    <w:rsid w:val="002D7124"/>
    <w:rsid w:val="002E039D"/>
    <w:rsid w:val="002E6729"/>
    <w:rsid w:val="002F2C67"/>
    <w:rsid w:val="002F2E72"/>
    <w:rsid w:val="00300C33"/>
    <w:rsid w:val="003028EC"/>
    <w:rsid w:val="003038D6"/>
    <w:rsid w:val="003115DA"/>
    <w:rsid w:val="003152E4"/>
    <w:rsid w:val="00317E82"/>
    <w:rsid w:val="003226E4"/>
    <w:rsid w:val="00324207"/>
    <w:rsid w:val="00327516"/>
    <w:rsid w:val="003422EE"/>
    <w:rsid w:val="003744FF"/>
    <w:rsid w:val="0038006C"/>
    <w:rsid w:val="0038031E"/>
    <w:rsid w:val="00381C0D"/>
    <w:rsid w:val="00384163"/>
    <w:rsid w:val="003864E9"/>
    <w:rsid w:val="00393A90"/>
    <w:rsid w:val="0039675D"/>
    <w:rsid w:val="003967EA"/>
    <w:rsid w:val="003A6E4A"/>
    <w:rsid w:val="003B3CAD"/>
    <w:rsid w:val="003B690E"/>
    <w:rsid w:val="003C2555"/>
    <w:rsid w:val="003C4A1F"/>
    <w:rsid w:val="003C4BE4"/>
    <w:rsid w:val="003C7BB6"/>
    <w:rsid w:val="003D1FBA"/>
    <w:rsid w:val="003D25BB"/>
    <w:rsid w:val="003D2804"/>
    <w:rsid w:val="003D3E1F"/>
    <w:rsid w:val="003D5357"/>
    <w:rsid w:val="003E14B1"/>
    <w:rsid w:val="003F484E"/>
    <w:rsid w:val="004038D4"/>
    <w:rsid w:val="00410E67"/>
    <w:rsid w:val="00413139"/>
    <w:rsid w:val="00413DF6"/>
    <w:rsid w:val="00417295"/>
    <w:rsid w:val="00430E6F"/>
    <w:rsid w:val="0043318A"/>
    <w:rsid w:val="00436923"/>
    <w:rsid w:val="004408CF"/>
    <w:rsid w:val="004411B2"/>
    <w:rsid w:val="00453621"/>
    <w:rsid w:val="00464671"/>
    <w:rsid w:val="00465CBB"/>
    <w:rsid w:val="00472575"/>
    <w:rsid w:val="00474E83"/>
    <w:rsid w:val="00476221"/>
    <w:rsid w:val="004808E0"/>
    <w:rsid w:val="004833E9"/>
    <w:rsid w:val="00492376"/>
    <w:rsid w:val="00493B45"/>
    <w:rsid w:val="004A6CD5"/>
    <w:rsid w:val="004B0A18"/>
    <w:rsid w:val="004C0408"/>
    <w:rsid w:val="004C230F"/>
    <w:rsid w:val="004C3BD2"/>
    <w:rsid w:val="004C7F49"/>
    <w:rsid w:val="004D2FF2"/>
    <w:rsid w:val="004F2D91"/>
    <w:rsid w:val="0050045E"/>
    <w:rsid w:val="00502702"/>
    <w:rsid w:val="0052374B"/>
    <w:rsid w:val="005304D7"/>
    <w:rsid w:val="00540041"/>
    <w:rsid w:val="0054013D"/>
    <w:rsid w:val="005468A8"/>
    <w:rsid w:val="00547FED"/>
    <w:rsid w:val="005536C8"/>
    <w:rsid w:val="00561AF2"/>
    <w:rsid w:val="005763EE"/>
    <w:rsid w:val="00577353"/>
    <w:rsid w:val="00583C9D"/>
    <w:rsid w:val="00595815"/>
    <w:rsid w:val="005A6130"/>
    <w:rsid w:val="005B15B4"/>
    <w:rsid w:val="005B2A54"/>
    <w:rsid w:val="005B3FDA"/>
    <w:rsid w:val="005B4B19"/>
    <w:rsid w:val="005B6A5D"/>
    <w:rsid w:val="005D0F64"/>
    <w:rsid w:val="005D3F0F"/>
    <w:rsid w:val="005D7757"/>
    <w:rsid w:val="005E331B"/>
    <w:rsid w:val="005F096C"/>
    <w:rsid w:val="00604343"/>
    <w:rsid w:val="00605161"/>
    <w:rsid w:val="00617328"/>
    <w:rsid w:val="006225C3"/>
    <w:rsid w:val="00622EA3"/>
    <w:rsid w:val="00625C68"/>
    <w:rsid w:val="00626BF5"/>
    <w:rsid w:val="006272AB"/>
    <w:rsid w:val="006362C9"/>
    <w:rsid w:val="006429F0"/>
    <w:rsid w:val="00651BC3"/>
    <w:rsid w:val="006525DA"/>
    <w:rsid w:val="006629BB"/>
    <w:rsid w:val="0066369C"/>
    <w:rsid w:val="00664551"/>
    <w:rsid w:val="00670FE1"/>
    <w:rsid w:val="006751E3"/>
    <w:rsid w:val="006755BA"/>
    <w:rsid w:val="006771A0"/>
    <w:rsid w:val="00680245"/>
    <w:rsid w:val="00694A8A"/>
    <w:rsid w:val="00695CFA"/>
    <w:rsid w:val="006A00A8"/>
    <w:rsid w:val="006B1DA2"/>
    <w:rsid w:val="006B3842"/>
    <w:rsid w:val="006B387D"/>
    <w:rsid w:val="006B6F64"/>
    <w:rsid w:val="006C40B2"/>
    <w:rsid w:val="006D2DEA"/>
    <w:rsid w:val="006D4C6D"/>
    <w:rsid w:val="006F3522"/>
    <w:rsid w:val="006F550A"/>
    <w:rsid w:val="006F593B"/>
    <w:rsid w:val="006F7BD8"/>
    <w:rsid w:val="006F7DF9"/>
    <w:rsid w:val="00704610"/>
    <w:rsid w:val="00710DD5"/>
    <w:rsid w:val="007178F2"/>
    <w:rsid w:val="00721BCE"/>
    <w:rsid w:val="00721DEC"/>
    <w:rsid w:val="007229B6"/>
    <w:rsid w:val="00722BF4"/>
    <w:rsid w:val="00722C90"/>
    <w:rsid w:val="00722F08"/>
    <w:rsid w:val="007258C7"/>
    <w:rsid w:val="007263FF"/>
    <w:rsid w:val="00727BEA"/>
    <w:rsid w:val="00731E90"/>
    <w:rsid w:val="0073299E"/>
    <w:rsid w:val="007362C7"/>
    <w:rsid w:val="00740CFC"/>
    <w:rsid w:val="0076597C"/>
    <w:rsid w:val="007839FC"/>
    <w:rsid w:val="007870B0"/>
    <w:rsid w:val="007A18DB"/>
    <w:rsid w:val="007A2D37"/>
    <w:rsid w:val="007A315C"/>
    <w:rsid w:val="007B4A8A"/>
    <w:rsid w:val="007C3210"/>
    <w:rsid w:val="007E33FC"/>
    <w:rsid w:val="007F0730"/>
    <w:rsid w:val="007F08B2"/>
    <w:rsid w:val="007F1122"/>
    <w:rsid w:val="007F1B16"/>
    <w:rsid w:val="007F2789"/>
    <w:rsid w:val="007F51E0"/>
    <w:rsid w:val="007F697D"/>
    <w:rsid w:val="0081311A"/>
    <w:rsid w:val="00813321"/>
    <w:rsid w:val="00814303"/>
    <w:rsid w:val="00823730"/>
    <w:rsid w:val="00823748"/>
    <w:rsid w:val="0083049A"/>
    <w:rsid w:val="00834469"/>
    <w:rsid w:val="00835438"/>
    <w:rsid w:val="0083788F"/>
    <w:rsid w:val="00840D57"/>
    <w:rsid w:val="00841B50"/>
    <w:rsid w:val="00854BFF"/>
    <w:rsid w:val="0086538C"/>
    <w:rsid w:val="0086546D"/>
    <w:rsid w:val="00874021"/>
    <w:rsid w:val="00885583"/>
    <w:rsid w:val="008864ED"/>
    <w:rsid w:val="00893C4A"/>
    <w:rsid w:val="00894EEE"/>
    <w:rsid w:val="0089592F"/>
    <w:rsid w:val="008A5AE8"/>
    <w:rsid w:val="008A76C6"/>
    <w:rsid w:val="008B2D4F"/>
    <w:rsid w:val="008C65D3"/>
    <w:rsid w:val="008D192E"/>
    <w:rsid w:val="008D4EE8"/>
    <w:rsid w:val="008E2817"/>
    <w:rsid w:val="008E57E5"/>
    <w:rsid w:val="008E7051"/>
    <w:rsid w:val="008F3209"/>
    <w:rsid w:val="00903135"/>
    <w:rsid w:val="009107DE"/>
    <w:rsid w:val="0091127C"/>
    <w:rsid w:val="00912098"/>
    <w:rsid w:val="009127C1"/>
    <w:rsid w:val="00914868"/>
    <w:rsid w:val="009169AC"/>
    <w:rsid w:val="00920E02"/>
    <w:rsid w:val="00921EE6"/>
    <w:rsid w:val="00930682"/>
    <w:rsid w:val="009307AB"/>
    <w:rsid w:val="0093447E"/>
    <w:rsid w:val="00934E6C"/>
    <w:rsid w:val="00944A95"/>
    <w:rsid w:val="00950D7D"/>
    <w:rsid w:val="009553FF"/>
    <w:rsid w:val="00956201"/>
    <w:rsid w:val="00960B2C"/>
    <w:rsid w:val="009734AB"/>
    <w:rsid w:val="00973D03"/>
    <w:rsid w:val="0097631A"/>
    <w:rsid w:val="009876EA"/>
    <w:rsid w:val="009957C0"/>
    <w:rsid w:val="009A3B6E"/>
    <w:rsid w:val="009A7C95"/>
    <w:rsid w:val="009B522A"/>
    <w:rsid w:val="009C360C"/>
    <w:rsid w:val="009D018B"/>
    <w:rsid w:val="009D6B62"/>
    <w:rsid w:val="009E0FD8"/>
    <w:rsid w:val="009E3707"/>
    <w:rsid w:val="009E5CAD"/>
    <w:rsid w:val="009F6496"/>
    <w:rsid w:val="00A014C9"/>
    <w:rsid w:val="00A05F2C"/>
    <w:rsid w:val="00A07FDD"/>
    <w:rsid w:val="00A1555A"/>
    <w:rsid w:val="00A23173"/>
    <w:rsid w:val="00A307A9"/>
    <w:rsid w:val="00A3440A"/>
    <w:rsid w:val="00A54A95"/>
    <w:rsid w:val="00A62EC7"/>
    <w:rsid w:val="00A64CE9"/>
    <w:rsid w:val="00A77089"/>
    <w:rsid w:val="00A86C96"/>
    <w:rsid w:val="00A918F3"/>
    <w:rsid w:val="00A928DA"/>
    <w:rsid w:val="00AA348B"/>
    <w:rsid w:val="00AB3D48"/>
    <w:rsid w:val="00AB6829"/>
    <w:rsid w:val="00AC7B99"/>
    <w:rsid w:val="00AD0E91"/>
    <w:rsid w:val="00AD6458"/>
    <w:rsid w:val="00AF0CB1"/>
    <w:rsid w:val="00B02514"/>
    <w:rsid w:val="00B05413"/>
    <w:rsid w:val="00B05AD3"/>
    <w:rsid w:val="00B07A87"/>
    <w:rsid w:val="00B105C0"/>
    <w:rsid w:val="00B10C94"/>
    <w:rsid w:val="00B232D9"/>
    <w:rsid w:val="00B250B2"/>
    <w:rsid w:val="00B271A9"/>
    <w:rsid w:val="00B27945"/>
    <w:rsid w:val="00B312B5"/>
    <w:rsid w:val="00B3377C"/>
    <w:rsid w:val="00B35959"/>
    <w:rsid w:val="00B35C4B"/>
    <w:rsid w:val="00B35CDC"/>
    <w:rsid w:val="00B45A00"/>
    <w:rsid w:val="00B50985"/>
    <w:rsid w:val="00B53382"/>
    <w:rsid w:val="00B60950"/>
    <w:rsid w:val="00B636FD"/>
    <w:rsid w:val="00B76130"/>
    <w:rsid w:val="00B811C6"/>
    <w:rsid w:val="00B85AD2"/>
    <w:rsid w:val="00B959F2"/>
    <w:rsid w:val="00BA38A4"/>
    <w:rsid w:val="00BB19DF"/>
    <w:rsid w:val="00BB229B"/>
    <w:rsid w:val="00BC5A39"/>
    <w:rsid w:val="00BE0645"/>
    <w:rsid w:val="00BE37CF"/>
    <w:rsid w:val="00BF0BC0"/>
    <w:rsid w:val="00C01611"/>
    <w:rsid w:val="00C020EE"/>
    <w:rsid w:val="00C075B1"/>
    <w:rsid w:val="00C30709"/>
    <w:rsid w:val="00C30BF0"/>
    <w:rsid w:val="00C32031"/>
    <w:rsid w:val="00C36F3B"/>
    <w:rsid w:val="00C44762"/>
    <w:rsid w:val="00C461BC"/>
    <w:rsid w:val="00C476E8"/>
    <w:rsid w:val="00C500DA"/>
    <w:rsid w:val="00C50E71"/>
    <w:rsid w:val="00C52237"/>
    <w:rsid w:val="00C54DFF"/>
    <w:rsid w:val="00C63AB2"/>
    <w:rsid w:val="00C65375"/>
    <w:rsid w:val="00C7353B"/>
    <w:rsid w:val="00C82410"/>
    <w:rsid w:val="00C906BC"/>
    <w:rsid w:val="00C915DB"/>
    <w:rsid w:val="00CA4672"/>
    <w:rsid w:val="00CB4BCD"/>
    <w:rsid w:val="00CC1BB4"/>
    <w:rsid w:val="00CC7118"/>
    <w:rsid w:val="00CD54FD"/>
    <w:rsid w:val="00CE139C"/>
    <w:rsid w:val="00CE31CE"/>
    <w:rsid w:val="00D022A4"/>
    <w:rsid w:val="00D06F92"/>
    <w:rsid w:val="00D071A9"/>
    <w:rsid w:val="00D1346E"/>
    <w:rsid w:val="00D1656E"/>
    <w:rsid w:val="00D26102"/>
    <w:rsid w:val="00D318A2"/>
    <w:rsid w:val="00D31C6D"/>
    <w:rsid w:val="00D359A2"/>
    <w:rsid w:val="00D46F3D"/>
    <w:rsid w:val="00D47DBB"/>
    <w:rsid w:val="00D52DCE"/>
    <w:rsid w:val="00D5439C"/>
    <w:rsid w:val="00D63BBD"/>
    <w:rsid w:val="00D643B0"/>
    <w:rsid w:val="00D67723"/>
    <w:rsid w:val="00D710E3"/>
    <w:rsid w:val="00D7142A"/>
    <w:rsid w:val="00D736EF"/>
    <w:rsid w:val="00D74D50"/>
    <w:rsid w:val="00D75DA1"/>
    <w:rsid w:val="00D77DA3"/>
    <w:rsid w:val="00D800AA"/>
    <w:rsid w:val="00D9098B"/>
    <w:rsid w:val="00D92DC9"/>
    <w:rsid w:val="00D96571"/>
    <w:rsid w:val="00DA615D"/>
    <w:rsid w:val="00DA67AF"/>
    <w:rsid w:val="00DB3091"/>
    <w:rsid w:val="00DC209E"/>
    <w:rsid w:val="00DC2A51"/>
    <w:rsid w:val="00DC2D6F"/>
    <w:rsid w:val="00DC31BA"/>
    <w:rsid w:val="00DC3E6C"/>
    <w:rsid w:val="00DE6883"/>
    <w:rsid w:val="00DF4CE2"/>
    <w:rsid w:val="00E067A1"/>
    <w:rsid w:val="00E2093C"/>
    <w:rsid w:val="00E22534"/>
    <w:rsid w:val="00E312AD"/>
    <w:rsid w:val="00E32761"/>
    <w:rsid w:val="00E33BC0"/>
    <w:rsid w:val="00E35543"/>
    <w:rsid w:val="00E4057E"/>
    <w:rsid w:val="00E41ED4"/>
    <w:rsid w:val="00E423FB"/>
    <w:rsid w:val="00E42E55"/>
    <w:rsid w:val="00E44F8B"/>
    <w:rsid w:val="00E50D40"/>
    <w:rsid w:val="00E56725"/>
    <w:rsid w:val="00E6056D"/>
    <w:rsid w:val="00E62F1C"/>
    <w:rsid w:val="00E67830"/>
    <w:rsid w:val="00E74EFA"/>
    <w:rsid w:val="00E754DF"/>
    <w:rsid w:val="00E83272"/>
    <w:rsid w:val="00E83C52"/>
    <w:rsid w:val="00E863EA"/>
    <w:rsid w:val="00E904DA"/>
    <w:rsid w:val="00E92899"/>
    <w:rsid w:val="00EA13A4"/>
    <w:rsid w:val="00EA4F64"/>
    <w:rsid w:val="00EB03E9"/>
    <w:rsid w:val="00EB10E1"/>
    <w:rsid w:val="00EB1C51"/>
    <w:rsid w:val="00EB785F"/>
    <w:rsid w:val="00EC5277"/>
    <w:rsid w:val="00ED0AE8"/>
    <w:rsid w:val="00ED4AAE"/>
    <w:rsid w:val="00EE153F"/>
    <w:rsid w:val="00EE170E"/>
    <w:rsid w:val="00EE18D4"/>
    <w:rsid w:val="00EE530A"/>
    <w:rsid w:val="00EE669B"/>
    <w:rsid w:val="00F01391"/>
    <w:rsid w:val="00F048FE"/>
    <w:rsid w:val="00F06554"/>
    <w:rsid w:val="00F11B3C"/>
    <w:rsid w:val="00F145EA"/>
    <w:rsid w:val="00F14E55"/>
    <w:rsid w:val="00F20E61"/>
    <w:rsid w:val="00F226AE"/>
    <w:rsid w:val="00F24161"/>
    <w:rsid w:val="00F369DD"/>
    <w:rsid w:val="00F40C84"/>
    <w:rsid w:val="00F41A23"/>
    <w:rsid w:val="00F46E92"/>
    <w:rsid w:val="00F51E0F"/>
    <w:rsid w:val="00F54BEF"/>
    <w:rsid w:val="00F56546"/>
    <w:rsid w:val="00F5772A"/>
    <w:rsid w:val="00F63518"/>
    <w:rsid w:val="00F64B49"/>
    <w:rsid w:val="00F66B65"/>
    <w:rsid w:val="00F7267A"/>
    <w:rsid w:val="00F77ADA"/>
    <w:rsid w:val="00F82AA3"/>
    <w:rsid w:val="00F85A68"/>
    <w:rsid w:val="00F94A1A"/>
    <w:rsid w:val="00FA4102"/>
    <w:rsid w:val="00FA4296"/>
    <w:rsid w:val="00FB3AA6"/>
    <w:rsid w:val="00FC0C18"/>
    <w:rsid w:val="00FC26B5"/>
    <w:rsid w:val="00FC3F33"/>
    <w:rsid w:val="00FD5023"/>
    <w:rsid w:val="00FD7953"/>
    <w:rsid w:val="00FE0A7C"/>
    <w:rsid w:val="00FE1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45E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">
    <w:name w:val="Колонтитул_"/>
    <w:basedOn w:val="DefaultParagraphFont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0">
    <w:name w:val="Колонтитул"/>
    <w:basedOn w:val="a"/>
    <w:uiPriority w:val="99"/>
    <w:rsid w:val="0050045E"/>
  </w:style>
  <w:style w:type="character" w:customStyle="1" w:styleId="a1">
    <w:name w:val="Основной текст_"/>
    <w:basedOn w:val="DefaultParagraphFont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2">
    <w:name w:val="Подпись к таблице_"/>
    <w:basedOn w:val="DefaultParagraphFont"/>
    <w:link w:val="a3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DefaultParagraphFont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DefaultParagraphFont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</w:style>
  <w:style w:type="character" w:customStyle="1" w:styleId="11pt">
    <w:name w:val="Основной текст + 11 pt"/>
    <w:basedOn w:val="a1"/>
    <w:uiPriority w:val="99"/>
    <w:rsid w:val="0050045E"/>
    <w:rPr>
      <w:sz w:val="22"/>
      <w:szCs w:val="22"/>
    </w:rPr>
  </w:style>
  <w:style w:type="character" w:customStyle="1" w:styleId="11pt1">
    <w:name w:val="Основной текст + 11 pt1"/>
    <w:basedOn w:val="a1"/>
    <w:uiPriority w:val="99"/>
    <w:rsid w:val="0050045E"/>
    <w:rPr>
      <w:sz w:val="22"/>
      <w:szCs w:val="22"/>
      <w:u w:val="single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DefaultParagraphFont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</w:style>
  <w:style w:type="character" w:customStyle="1" w:styleId="6">
    <w:name w:val="Основной текст (6)_"/>
    <w:basedOn w:val="DefaultParagraphFont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DefaultParagraphFont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DefaultParagraphFont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1"/>
    <w:uiPriority w:val="99"/>
    <w:rsid w:val="0050045E"/>
  </w:style>
  <w:style w:type="character" w:customStyle="1" w:styleId="11">
    <w:name w:val="Заголовок №1_"/>
    <w:basedOn w:val="DefaultParagraphFont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</w:style>
  <w:style w:type="character" w:customStyle="1" w:styleId="13">
    <w:name w:val="Основной текст (13)_"/>
    <w:basedOn w:val="DefaultParagraphFont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</w:style>
  <w:style w:type="character" w:customStyle="1" w:styleId="132">
    <w:name w:val="Основной текст (13)2"/>
    <w:basedOn w:val="13"/>
    <w:uiPriority w:val="99"/>
    <w:rsid w:val="0050045E"/>
    <w:rPr>
      <w:u w:val="single"/>
    </w:rPr>
  </w:style>
  <w:style w:type="character" w:customStyle="1" w:styleId="100">
    <w:name w:val="Основной текст (10)_"/>
    <w:basedOn w:val="DefaultParagraphFont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DefaultParagraphFont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DefaultParagraphFont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Normal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Normal"/>
    <w:link w:val="a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Normal"/>
    <w:link w:val="a1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3">
    <w:name w:val="Подпись к таблице"/>
    <w:basedOn w:val="Normal"/>
    <w:link w:val="a2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Normal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Normal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Normal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Normal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Normal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Normal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Normal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Normal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Normal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Normal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Normal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Normal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Normal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Header">
    <w:name w:val="header"/>
    <w:basedOn w:val="Normal"/>
    <w:link w:val="HeaderChar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4">
    <w:name w:val="Текст доклада"/>
    <w:basedOn w:val="Normal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  <w:style w:type="paragraph" w:customStyle="1" w:styleId="22">
    <w:name w:val="Основной текст2 + полужирный"/>
    <w:aliases w:val="Слева:  0,28 см,Первая строка:  1,27 см,Справ..."/>
    <w:basedOn w:val="2"/>
    <w:uiPriority w:val="99"/>
    <w:rsid w:val="00625C68"/>
    <w:pPr>
      <w:shd w:val="clear" w:color="auto" w:fill="auto"/>
      <w:tabs>
        <w:tab w:val="left" w:pos="1065"/>
        <w:tab w:val="left" w:pos="7458"/>
      </w:tabs>
      <w:spacing w:before="0" w:after="0" w:line="326" w:lineRule="exact"/>
      <w:ind w:left="159" w:right="284" w:firstLine="720"/>
    </w:pPr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61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3061</TotalTime>
  <Pages>5</Pages>
  <Words>1253</Words>
  <Characters>7148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288</cp:revision>
  <cp:lastPrinted>2018-05-16T05:35:00Z</cp:lastPrinted>
  <dcterms:created xsi:type="dcterms:W3CDTF">2017-07-17T08:21:00Z</dcterms:created>
  <dcterms:modified xsi:type="dcterms:W3CDTF">2019-05-28T09:49:00Z</dcterms:modified>
</cp:coreProperties>
</file>